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518ED" w14:textId="77777777" w:rsidR="00CE0FC1" w:rsidRDefault="00997F14" w:rsidP="00CE0FC1">
      <w:pPr>
        <w:spacing w:line="240" w:lineRule="auto"/>
        <w:jc w:val="right"/>
        <w:rPr>
          <w:rFonts w:ascii="Corbel" w:hAnsi="Corbel"/>
          <w:bCs/>
          <w:i/>
        </w:rPr>
      </w:pPr>
      <w:r w:rsidRPr="6E41AF4B">
        <w:rPr>
          <w:rFonts w:ascii="Corbel" w:hAnsi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E0FC1">
        <w:rPr>
          <w:rFonts w:ascii="Corbel" w:hAnsi="Corbel"/>
          <w:bCs/>
          <w:i/>
        </w:rPr>
        <w:t>Załącznik nr 1.5 do Zarządzenia Rektora UR nr 7/2023</w:t>
      </w:r>
    </w:p>
    <w:p w14:paraId="761A455D" w14:textId="77777777" w:rsidR="00CE0FC1" w:rsidRDefault="00CE0FC1" w:rsidP="00CE0FC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8E3F7FE" w14:textId="1BA664E5" w:rsidR="00CE0FC1" w:rsidRDefault="00CE0FC1" w:rsidP="00CE0FC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A752B0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A752B0">
        <w:rPr>
          <w:rFonts w:ascii="Corbel" w:hAnsi="Corbel"/>
          <w:b/>
          <w:smallCaps/>
          <w:sz w:val="24"/>
          <w:szCs w:val="24"/>
        </w:rPr>
        <w:t>6</w:t>
      </w:r>
    </w:p>
    <w:p w14:paraId="0CADCB2E" w14:textId="77777777" w:rsidR="00CE0FC1" w:rsidRDefault="00CE0FC1" w:rsidP="00CE0FC1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126EBA1A" w14:textId="17DA7FA0" w:rsidR="00CE0FC1" w:rsidRDefault="00CE0FC1" w:rsidP="00CE0FC1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752B0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A752B0">
        <w:rPr>
          <w:rFonts w:ascii="Corbel" w:hAnsi="Corbel"/>
          <w:sz w:val="20"/>
          <w:szCs w:val="20"/>
        </w:rPr>
        <w:t>7</w:t>
      </w:r>
    </w:p>
    <w:p w14:paraId="3CE6442D" w14:textId="6449B2E7" w:rsidR="00CE0FC1" w:rsidRPr="00EA4832" w:rsidRDefault="00CE0FC1" w:rsidP="00CE0FC1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A752B0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A752B0">
        <w:rPr>
          <w:rFonts w:ascii="Corbel" w:hAnsi="Corbel"/>
          <w:sz w:val="20"/>
          <w:szCs w:val="20"/>
        </w:rPr>
        <w:t>8</w:t>
      </w:r>
    </w:p>
    <w:p w14:paraId="5D288F7B" w14:textId="221EFBE5" w:rsidR="0085747A" w:rsidRPr="00735B2D" w:rsidRDefault="0071620A" w:rsidP="6E41AF4B">
      <w:pPr>
        <w:pStyle w:val="Punktygwne"/>
        <w:spacing w:before="0" w:after="0"/>
        <w:rPr>
          <w:rFonts w:ascii="Corbel" w:hAnsi="Corbel"/>
          <w:color w:val="0070C0"/>
        </w:rPr>
      </w:pPr>
      <w:r w:rsidRPr="6E41AF4B">
        <w:rPr>
          <w:rFonts w:ascii="Corbel" w:hAnsi="Corbel"/>
        </w:rPr>
        <w:t xml:space="preserve">1. </w:t>
      </w:r>
      <w:r w:rsidR="0085747A" w:rsidRPr="6E41AF4B">
        <w:rPr>
          <w:rFonts w:ascii="Corbel" w:hAnsi="Corbel"/>
        </w:rPr>
        <w:t>Podstawowe informacje o przedmiocie</w:t>
      </w:r>
    </w:p>
    <w:tbl>
      <w:tblPr>
        <w:tblW w:w="9781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5B2D" w:rsidRPr="00735B2D" w14:paraId="31FACAFB" w14:textId="77777777" w:rsidTr="1EA2D6E1">
        <w:tc>
          <w:tcPr>
            <w:tcW w:w="2694" w:type="dxa"/>
            <w:vAlign w:val="center"/>
          </w:tcPr>
          <w:p w14:paraId="5970156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E095E5" w14:textId="77777777" w:rsidR="00735B2D" w:rsidRPr="00735B2D" w:rsidRDefault="00735B2D" w:rsidP="442B82A3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442B82A3">
              <w:rPr>
                <w:rFonts w:ascii="Corbel" w:hAnsi="Corbel"/>
                <w:bCs/>
                <w:sz w:val="24"/>
                <w:szCs w:val="24"/>
              </w:rPr>
              <w:t xml:space="preserve">Seminarium </w:t>
            </w:r>
            <w:r w:rsidR="00C324EE" w:rsidRPr="442B82A3">
              <w:rPr>
                <w:rFonts w:ascii="Corbel" w:hAnsi="Corbel"/>
                <w:bCs/>
                <w:sz w:val="24"/>
                <w:szCs w:val="24"/>
              </w:rPr>
              <w:t>dyplomowe</w:t>
            </w:r>
          </w:p>
        </w:tc>
      </w:tr>
      <w:tr w:rsidR="00735B2D" w:rsidRPr="00735B2D" w14:paraId="7C6A2A95" w14:textId="77777777" w:rsidTr="1EA2D6E1">
        <w:tc>
          <w:tcPr>
            <w:tcW w:w="2694" w:type="dxa"/>
            <w:vAlign w:val="center"/>
          </w:tcPr>
          <w:p w14:paraId="4CA2915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50AF1A" w14:textId="77777777" w:rsidR="00735B2D" w:rsidRPr="00735B2D" w:rsidRDefault="001E3877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C324EE">
              <w:rPr>
                <w:rFonts w:ascii="Corbel" w:hAnsi="Corbel"/>
                <w:b w:val="0"/>
                <w:sz w:val="24"/>
                <w:szCs w:val="24"/>
              </w:rPr>
              <w:t>_34</w:t>
            </w:r>
          </w:p>
        </w:tc>
      </w:tr>
      <w:tr w:rsidR="00735B2D" w:rsidRPr="00735B2D" w14:paraId="5C0172EC" w14:textId="77777777" w:rsidTr="1EA2D6E1">
        <w:tc>
          <w:tcPr>
            <w:tcW w:w="2694" w:type="dxa"/>
            <w:vAlign w:val="center"/>
          </w:tcPr>
          <w:p w14:paraId="249A5C16" w14:textId="77777777" w:rsidR="00735B2D" w:rsidRPr="00735B2D" w:rsidRDefault="00735B2D" w:rsidP="00E2550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25CBD1E4" w:rsidR="00735B2D" w:rsidRPr="00735B2D" w:rsidRDefault="00A752B0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735B2D" w:rsidRPr="00735B2D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735B2D" w:rsidRPr="00735B2D" w14:paraId="53988DCF" w14:textId="77777777" w:rsidTr="1EA2D6E1">
        <w:tc>
          <w:tcPr>
            <w:tcW w:w="2694" w:type="dxa"/>
            <w:vAlign w:val="center"/>
          </w:tcPr>
          <w:p w14:paraId="0A39E105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E4D94" w14:textId="006E0E22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A752B0">
              <w:rPr>
                <w:rFonts w:ascii="Corbel" w:hAnsi="Corbel"/>
                <w:b w:val="0"/>
                <w:sz w:val="24"/>
                <w:szCs w:val="24"/>
              </w:rPr>
              <w:t xml:space="preserve"> i Bezpieczeństwie</w:t>
            </w:r>
            <w:r w:rsidR="00C324E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EB1652" w:rsidRPr="00EB1652">
              <w:rPr>
                <w:rFonts w:ascii="Corbel" w:hAnsi="Corbel"/>
                <w:b w:val="0"/>
                <w:sz w:val="24"/>
                <w:szCs w:val="24"/>
              </w:rPr>
              <w:t>Wydział Prawa i Administracji</w:t>
            </w:r>
          </w:p>
        </w:tc>
      </w:tr>
      <w:tr w:rsidR="00735B2D" w:rsidRPr="00735B2D" w14:paraId="58415E7B" w14:textId="77777777" w:rsidTr="1EA2D6E1">
        <w:tc>
          <w:tcPr>
            <w:tcW w:w="2694" w:type="dxa"/>
            <w:vAlign w:val="center"/>
          </w:tcPr>
          <w:p w14:paraId="4B835047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D61E9E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5B2D" w:rsidRPr="00735B2D" w14:paraId="2BB766A3" w14:textId="77777777" w:rsidTr="1EA2D6E1">
        <w:tc>
          <w:tcPr>
            <w:tcW w:w="2694" w:type="dxa"/>
            <w:vAlign w:val="center"/>
          </w:tcPr>
          <w:p w14:paraId="448A1CED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06B3E5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5B2D" w:rsidRPr="00735B2D" w14:paraId="020B26A7" w14:textId="77777777" w:rsidTr="1EA2D6E1">
        <w:tc>
          <w:tcPr>
            <w:tcW w:w="2694" w:type="dxa"/>
            <w:vAlign w:val="center"/>
          </w:tcPr>
          <w:p w14:paraId="04C0481C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5B2D" w:rsidRPr="00735B2D" w14:paraId="0132ED40" w14:textId="77777777" w:rsidTr="1EA2D6E1">
        <w:tc>
          <w:tcPr>
            <w:tcW w:w="2694" w:type="dxa"/>
            <w:vAlign w:val="center"/>
          </w:tcPr>
          <w:p w14:paraId="7C3992E0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FA260" w14:textId="77777777" w:rsidR="00735B2D" w:rsidRPr="00735B2D" w:rsidRDefault="00E569F0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35B2D" w:rsidRPr="00735B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35B2D" w:rsidRPr="00735B2D" w14:paraId="59ADC0F1" w14:textId="77777777" w:rsidTr="1EA2D6E1">
        <w:tc>
          <w:tcPr>
            <w:tcW w:w="2694" w:type="dxa"/>
            <w:vAlign w:val="center"/>
          </w:tcPr>
          <w:p w14:paraId="47AAF24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9D24F" w14:textId="77777777" w:rsidR="00735B2D" w:rsidRPr="00735B2D" w:rsidRDefault="00735B2D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semestr, II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rok / 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6B3078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735B2D" w:rsidRPr="00735B2D" w14:paraId="480733A6" w14:textId="77777777" w:rsidTr="1EA2D6E1">
        <w:tc>
          <w:tcPr>
            <w:tcW w:w="2694" w:type="dxa"/>
            <w:vAlign w:val="center"/>
          </w:tcPr>
          <w:p w14:paraId="5863A118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EE4E00" w14:textId="77777777" w:rsidR="00735B2D" w:rsidRPr="00735B2D" w:rsidRDefault="00C324EE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735B2D" w:rsidRPr="00735B2D" w14:paraId="2786482B" w14:textId="77777777" w:rsidTr="1EA2D6E1">
        <w:tc>
          <w:tcPr>
            <w:tcW w:w="2694" w:type="dxa"/>
            <w:vAlign w:val="center"/>
          </w:tcPr>
          <w:p w14:paraId="13A990D4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735B2D" w:rsidRPr="00735B2D" w:rsidRDefault="001E3877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35B2D" w:rsidRPr="00735B2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35B2D" w:rsidRPr="00735B2D" w14:paraId="713E0AED" w14:textId="77777777" w:rsidTr="1EA2D6E1">
        <w:tc>
          <w:tcPr>
            <w:tcW w:w="2694" w:type="dxa"/>
            <w:vAlign w:val="center"/>
          </w:tcPr>
          <w:p w14:paraId="69C2AF6E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255C83" w14:textId="77777777" w:rsidR="00735B2D" w:rsidRPr="00735B2D" w:rsidRDefault="001E3877" w:rsidP="00E25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E1332">
              <w:rPr>
                <w:rFonts w:ascii="Corbel" w:hAnsi="Corbel"/>
                <w:b w:val="0"/>
                <w:sz w:val="24"/>
                <w:szCs w:val="24"/>
              </w:rPr>
              <w:t xml:space="preserve"> Grzegorz Bonusiak, prof. UR</w:t>
            </w:r>
          </w:p>
        </w:tc>
      </w:tr>
      <w:tr w:rsidR="00735B2D" w:rsidRPr="00735B2D" w14:paraId="42CBA68F" w14:textId="77777777" w:rsidTr="1EA2D6E1">
        <w:tc>
          <w:tcPr>
            <w:tcW w:w="2694" w:type="dxa"/>
            <w:vAlign w:val="center"/>
          </w:tcPr>
          <w:p w14:paraId="471FE442" w14:textId="77777777" w:rsidR="00735B2D" w:rsidRPr="00735B2D" w:rsidRDefault="00735B2D" w:rsidP="00E25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469F61" w14:textId="55C1F63B" w:rsidR="00735B2D" w:rsidRPr="00735B2D" w:rsidRDefault="001E3877" w:rsidP="00E2550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EA2D6E1">
              <w:rPr>
                <w:rFonts w:ascii="Corbel" w:hAnsi="Corbel"/>
                <w:b w:val="0"/>
                <w:sz w:val="24"/>
                <w:szCs w:val="24"/>
              </w:rPr>
              <w:t>dr hab. Grzegorz Bonusiak</w:t>
            </w:r>
            <w:r w:rsidR="007E1332" w:rsidRPr="1EA2D6E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324EE" w:rsidRPr="1EA2D6E1">
              <w:rPr>
                <w:rFonts w:ascii="Corbel" w:hAnsi="Corbel"/>
                <w:b w:val="0"/>
                <w:sz w:val="24"/>
                <w:szCs w:val="24"/>
              </w:rPr>
              <w:t xml:space="preserve">dr hab. Lidia Brodowski, prof. UR; dr hab. Dagmara Kuźniar, prof. UR; </w:t>
            </w:r>
            <w:r w:rsidR="007E1332" w:rsidRPr="1EA2D6E1">
              <w:rPr>
                <w:rFonts w:ascii="Corbel" w:hAnsi="Corbel"/>
                <w:b w:val="0"/>
                <w:sz w:val="24"/>
                <w:szCs w:val="24"/>
              </w:rPr>
              <w:t xml:space="preserve">prof. UR; dr hab. Bartosz Wróblewski, prof. UR; </w:t>
            </w:r>
            <w:r w:rsidRPr="1EA2D6E1"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  <w:r w:rsidR="0054775D" w:rsidRPr="1EA2D6E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E1332" w:rsidRPr="1EA2D6E1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</w:tbl>
    <w:p w14:paraId="527DD9A1" w14:textId="77777777" w:rsidR="0085747A" w:rsidRPr="00735B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* </w:t>
      </w:r>
      <w:r w:rsidRPr="00735B2D">
        <w:rPr>
          <w:rFonts w:ascii="Corbel" w:hAnsi="Corbel"/>
          <w:i/>
          <w:sz w:val="24"/>
          <w:szCs w:val="24"/>
        </w:rPr>
        <w:t xml:space="preserve">- </w:t>
      </w:r>
      <w:r w:rsidR="00404485" w:rsidRPr="00735B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923D7D" w:rsidRPr="00735B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735B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1.</w:t>
      </w:r>
      <w:r w:rsidR="00E22FBC" w:rsidRPr="00735B2D">
        <w:rPr>
          <w:rFonts w:ascii="Corbel" w:hAnsi="Corbel"/>
          <w:sz w:val="24"/>
          <w:szCs w:val="24"/>
        </w:rPr>
        <w:t>1</w:t>
      </w:r>
      <w:r w:rsidRPr="00735B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735B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5"/>
        <w:gridCol w:w="900"/>
        <w:gridCol w:w="750"/>
        <w:gridCol w:w="930"/>
        <w:gridCol w:w="735"/>
        <w:gridCol w:w="855"/>
        <w:gridCol w:w="629"/>
        <w:gridCol w:w="950"/>
        <w:gridCol w:w="1181"/>
        <w:gridCol w:w="1513"/>
      </w:tblGrid>
      <w:tr w:rsidR="00015B8F" w:rsidRPr="00735B2D" w14:paraId="6B53DC6D" w14:textId="77777777" w:rsidTr="442B82A3"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735B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(</w:t>
            </w:r>
            <w:r w:rsidR="00363F78" w:rsidRPr="00735B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5B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35B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5B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735B2D" w14:paraId="49557C15" w14:textId="77777777" w:rsidTr="442B82A3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735B2D" w:rsidRDefault="004425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C906" w14:textId="77777777" w:rsidR="00015B8F" w:rsidRPr="00735B2D" w:rsidRDefault="001D0D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764EF" w:rsidRPr="00735B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735B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735B2D" w:rsidRDefault="00C32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764EF" w:rsidRPr="00735B2D" w14:paraId="07182F77" w14:textId="77777777" w:rsidTr="442B82A3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8764EF" w:rsidRPr="00735B2D" w:rsidRDefault="004425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D5A5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C669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B9AB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FFC0" w14:textId="77777777" w:rsidR="008764EF" w:rsidRPr="00735B2D" w:rsidRDefault="001D0D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764EF" w:rsidRPr="00735B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0818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31CB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8261" w14:textId="77777777" w:rsidR="008764EF" w:rsidRPr="00735B2D" w:rsidRDefault="008764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51B" w14:textId="77777777" w:rsidR="008764EF" w:rsidRPr="00735B2D" w:rsidRDefault="00C32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35B2D" w:rsidRPr="00735B2D" w14:paraId="45D76A50" w14:textId="77777777" w:rsidTr="442B82A3">
        <w:trPr>
          <w:trHeight w:val="453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735B2D" w:rsidRPr="00735B2D" w:rsidRDefault="004425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6C05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52C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056E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C43A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9027" w14:textId="77777777" w:rsidR="00735B2D" w:rsidRPr="00735B2D" w:rsidRDefault="001D0D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35B2D" w:rsidRPr="00735B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EF00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D779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D8B6" w14:textId="77777777" w:rsidR="00735B2D" w:rsidRPr="00735B2D" w:rsidRDefault="00735B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E3DE" w14:textId="77777777" w:rsidR="00735B2D" w:rsidRPr="00735B2D" w:rsidRDefault="00C32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0FB78278" w14:textId="77777777" w:rsidR="00923D7D" w:rsidRPr="00735B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735B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1.</w:t>
      </w:r>
      <w:r w:rsidR="00E22FBC" w:rsidRPr="00735B2D">
        <w:rPr>
          <w:rFonts w:ascii="Corbel" w:hAnsi="Corbel"/>
          <w:smallCaps w:val="0"/>
          <w:szCs w:val="24"/>
        </w:rPr>
        <w:t>2</w:t>
      </w:r>
      <w:r w:rsidR="00F83B28" w:rsidRPr="00735B2D">
        <w:rPr>
          <w:rFonts w:ascii="Corbel" w:hAnsi="Corbel"/>
          <w:smallCaps w:val="0"/>
          <w:szCs w:val="24"/>
        </w:rPr>
        <w:t>.</w:t>
      </w:r>
      <w:r w:rsidR="00F83B28" w:rsidRPr="00735B2D">
        <w:rPr>
          <w:rFonts w:ascii="Corbel" w:hAnsi="Corbel"/>
          <w:smallCaps w:val="0"/>
          <w:szCs w:val="24"/>
        </w:rPr>
        <w:tab/>
      </w:r>
      <w:r w:rsidRPr="00735B2D">
        <w:rPr>
          <w:rFonts w:ascii="Corbel" w:hAnsi="Corbel"/>
          <w:smallCaps w:val="0"/>
          <w:szCs w:val="24"/>
        </w:rPr>
        <w:t xml:space="preserve">Sposób realizacji zajęć  </w:t>
      </w:r>
    </w:p>
    <w:p w14:paraId="01988DE1" w14:textId="1556CCD6" w:rsidR="0085747A" w:rsidRPr="00735B2D" w:rsidRDefault="0701416A" w:rsidP="5934077A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934077A">
        <w:rPr>
          <w:rFonts w:ascii="Corbel" w:eastAsia="MS Gothic" w:hAnsi="Corbel" w:cs="MS Gothic"/>
          <w:b w:val="0"/>
        </w:rPr>
        <w:t xml:space="preserve"> </w:t>
      </w:r>
      <w:r w:rsidR="00131DB1" w:rsidRPr="5934077A">
        <w:rPr>
          <w:rFonts w:ascii="Corbel" w:eastAsia="MS Gothic" w:hAnsi="Corbel" w:cs="MS Gothic"/>
          <w:b w:val="0"/>
        </w:rPr>
        <w:t>x</w:t>
      </w:r>
      <w:r w:rsidR="0085747A" w:rsidRPr="5934077A">
        <w:rPr>
          <w:rFonts w:ascii="Corbel" w:hAnsi="Corbel"/>
          <w:b w:val="0"/>
          <w:smallCaps w:val="0"/>
        </w:rPr>
        <w:t xml:space="preserve"> zajęcia w formie tradycyjnej </w:t>
      </w:r>
    </w:p>
    <w:p w14:paraId="386692D9" w14:textId="77777777" w:rsidR="0085747A" w:rsidRPr="00735B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5B2D">
        <w:rPr>
          <w:rFonts w:ascii="Segoe UI Symbol" w:eastAsia="MS Gothic" w:hAnsi="Segoe UI Symbol" w:cs="Segoe UI Symbol"/>
          <w:b w:val="0"/>
          <w:szCs w:val="24"/>
        </w:rPr>
        <w:t>☐</w:t>
      </w:r>
      <w:r w:rsidRPr="00735B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62CB0E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96E806" w14:textId="79BF95DD" w:rsidR="00E22FBC" w:rsidRPr="00735B2D" w:rsidRDefault="00E22FBC" w:rsidP="442B82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42B82A3">
        <w:rPr>
          <w:rFonts w:ascii="Corbel" w:hAnsi="Corbel"/>
          <w:smallCaps w:val="0"/>
        </w:rPr>
        <w:t xml:space="preserve">1.3 </w:t>
      </w:r>
      <w:r>
        <w:tab/>
      </w:r>
      <w:r w:rsidRPr="442B82A3">
        <w:rPr>
          <w:rFonts w:ascii="Corbel" w:hAnsi="Corbel"/>
          <w:smallCaps w:val="0"/>
        </w:rPr>
        <w:t>Forma zaliczenia przedmiotu</w:t>
      </w:r>
      <w:r w:rsidR="39CFE8CC" w:rsidRPr="442B82A3">
        <w:rPr>
          <w:rFonts w:ascii="Corbel" w:hAnsi="Corbel"/>
          <w:smallCaps w:val="0"/>
        </w:rPr>
        <w:t xml:space="preserve"> </w:t>
      </w:r>
      <w:r w:rsidRPr="442B82A3">
        <w:rPr>
          <w:rFonts w:ascii="Corbel" w:hAnsi="Corbel"/>
          <w:smallCaps w:val="0"/>
        </w:rPr>
        <w:t xml:space="preserve">(z toku) </w:t>
      </w:r>
      <w:r w:rsidRPr="442B82A3">
        <w:rPr>
          <w:rFonts w:ascii="Corbel" w:hAnsi="Corbel"/>
          <w:b w:val="0"/>
          <w:smallCaps w:val="0"/>
        </w:rPr>
        <w:t>(egzamin, zaliczenie z oceną, zaliczenie bez oceny)</w:t>
      </w:r>
    </w:p>
    <w:p w14:paraId="34CE0A41" w14:textId="77777777" w:rsidR="00E22FBC" w:rsidRPr="00735B2D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74553690" w14:textId="77777777" w:rsidR="00131DB1" w:rsidRPr="00735B2D" w:rsidRDefault="00131DB1" w:rsidP="00735B2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>Zaliczenie bez oceny.</w:t>
      </w:r>
    </w:p>
    <w:p w14:paraId="62EBF3C5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4BFC57" w14:textId="7F0E026D" w:rsidR="5934077A" w:rsidRDefault="5934077A" w:rsidP="5934077A">
      <w:pPr>
        <w:pStyle w:val="Punktygwne"/>
        <w:spacing w:before="0" w:after="0"/>
        <w:rPr>
          <w:rFonts w:ascii="Corbel" w:hAnsi="Corbel"/>
        </w:rPr>
      </w:pPr>
    </w:p>
    <w:p w14:paraId="53786134" w14:textId="0E6FFDEA" w:rsidR="5934077A" w:rsidRDefault="5934077A" w:rsidP="5934077A">
      <w:pPr>
        <w:pStyle w:val="Punktygwne"/>
        <w:spacing w:before="0" w:after="0"/>
        <w:rPr>
          <w:rFonts w:ascii="Corbel" w:hAnsi="Corbel"/>
        </w:rPr>
      </w:pPr>
    </w:p>
    <w:p w14:paraId="261BAAD1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35B2D">
        <w:rPr>
          <w:rFonts w:ascii="Corbel" w:hAnsi="Corbel"/>
          <w:szCs w:val="24"/>
        </w:rPr>
        <w:lastRenderedPageBreak/>
        <w:t xml:space="preserve">2.Wymagania wstępne </w:t>
      </w:r>
    </w:p>
    <w:p w14:paraId="6D98A12B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E0C54" w:rsidRPr="00735B2D" w14:paraId="4D2B9FF6" w14:textId="77777777" w:rsidTr="442B82A3">
        <w:tc>
          <w:tcPr>
            <w:tcW w:w="9670" w:type="dxa"/>
          </w:tcPr>
          <w:p w14:paraId="4FD68B4A" w14:textId="77777777" w:rsidR="00BE0C54" w:rsidRPr="00735B2D" w:rsidRDefault="0C552E9D" w:rsidP="442B82A3">
            <w:pPr>
              <w:spacing w:after="0"/>
              <w:jc w:val="both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442B82A3">
              <w:rPr>
                <w:rFonts w:ascii="Corbel" w:hAnsi="Corbel"/>
                <w:spacing w:val="-6"/>
                <w:sz w:val="24"/>
                <w:szCs w:val="24"/>
              </w:rPr>
              <w:t xml:space="preserve">Metodologia badań </w:t>
            </w:r>
            <w:r w:rsidR="00735B2D" w:rsidRPr="442B82A3">
              <w:rPr>
                <w:rFonts w:ascii="Corbel" w:hAnsi="Corbel"/>
                <w:spacing w:val="-6"/>
                <w:sz w:val="24"/>
                <w:szCs w:val="24"/>
              </w:rPr>
              <w:t>społecznych</w:t>
            </w:r>
            <w:r w:rsidRPr="442B82A3">
              <w:rPr>
                <w:rFonts w:ascii="Corbel" w:hAnsi="Corbel"/>
                <w:spacing w:val="-6"/>
                <w:sz w:val="24"/>
                <w:szCs w:val="24"/>
              </w:rPr>
              <w:t>; obsługa komputera (praca z edytorem tekstu, bazami danych zasobami internetowymi). Student posiada podstawowe</w:t>
            </w:r>
            <w:r w:rsidRPr="00735B2D">
              <w:rPr>
                <w:rFonts w:ascii="Corbel" w:hAnsi="Corbel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442B82A3">
              <w:rPr>
                <w:rFonts w:ascii="Corbel" w:hAnsi="Corbel"/>
                <w:sz w:val="24"/>
                <w:szCs w:val="24"/>
              </w:rPr>
              <w:t xml:space="preserve">umiejętności w zakresie obsługi cyfrowych katalogów bibliotecznych; znajomość metod i narzędzi badawczych; umiejętność edycji tekstu w Word lub innym kompatybilnym edytorze tekstu; </w:t>
            </w:r>
            <w:r w:rsidRPr="00735B2D">
              <w:rPr>
                <w:rFonts w:ascii="Corbel" w:hAnsi="Corbel"/>
                <w:sz w:val="24"/>
                <w:szCs w:val="24"/>
              </w:rPr>
              <w:t xml:space="preserve">poszukiwania materiałów badawczych, ich selekcji i właściwego wykorzystania w procesie pisania pracy; posiada </w:t>
            </w:r>
            <w:r w:rsidRPr="442B82A3">
              <w:rPr>
                <w:rFonts w:ascii="Corbel" w:hAnsi="Corbel"/>
                <w:sz w:val="24"/>
                <w:szCs w:val="24"/>
              </w:rPr>
              <w:t>doświadczenie w zakresie przygotowywania prostych projektów badawczych i pisania prac dyplomowych.</w:t>
            </w:r>
          </w:p>
        </w:tc>
      </w:tr>
    </w:tbl>
    <w:p w14:paraId="2946DB82" w14:textId="77777777" w:rsidR="00153C41" w:rsidRPr="00735B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54B639" w14:textId="036E2458" w:rsidR="0085747A" w:rsidRPr="00735B2D" w:rsidRDefault="0071620A" w:rsidP="6E41AF4B">
      <w:pPr>
        <w:pStyle w:val="Punktygwne"/>
        <w:spacing w:before="0" w:after="0"/>
        <w:rPr>
          <w:rFonts w:ascii="Corbel" w:hAnsi="Corbel"/>
        </w:rPr>
      </w:pPr>
      <w:r w:rsidRPr="5934077A">
        <w:rPr>
          <w:rFonts w:ascii="Corbel" w:hAnsi="Corbel"/>
        </w:rPr>
        <w:t>3.</w:t>
      </w:r>
      <w:r w:rsidR="00404485" w:rsidRPr="5934077A">
        <w:rPr>
          <w:rFonts w:ascii="Corbel" w:hAnsi="Corbel"/>
        </w:rPr>
        <w:t xml:space="preserve"> cele, efekty uczenia się</w:t>
      </w:r>
      <w:r w:rsidR="0085747A" w:rsidRPr="5934077A">
        <w:rPr>
          <w:rFonts w:ascii="Corbel" w:hAnsi="Corbel"/>
        </w:rPr>
        <w:t>, treści Programowe i stosowane metody Dydaktyczne</w:t>
      </w:r>
    </w:p>
    <w:p w14:paraId="5997CC1D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10018B5A" w:rsidR="0085747A" w:rsidRPr="00735B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42B82A3">
        <w:rPr>
          <w:rFonts w:ascii="Corbel" w:hAnsi="Corbel"/>
          <w:sz w:val="24"/>
          <w:szCs w:val="24"/>
        </w:rPr>
        <w:t xml:space="preserve">3.1 </w:t>
      </w:r>
      <w:r w:rsidR="0085747A" w:rsidRPr="442B82A3">
        <w:rPr>
          <w:rFonts w:ascii="Corbel" w:hAnsi="Corbel"/>
          <w:sz w:val="24"/>
          <w:szCs w:val="24"/>
        </w:rPr>
        <w:t>Cele przedmiotu</w:t>
      </w:r>
    </w:p>
    <w:p w14:paraId="110FFD37" w14:textId="77777777" w:rsidR="00F83B28" w:rsidRPr="00735B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956"/>
      </w:tblGrid>
      <w:tr w:rsidR="00131DB1" w:rsidRPr="00735B2D" w14:paraId="0B4082B2" w14:textId="77777777" w:rsidTr="5934077A">
        <w:tc>
          <w:tcPr>
            <w:tcW w:w="675" w:type="dxa"/>
            <w:vAlign w:val="center"/>
          </w:tcPr>
          <w:p w14:paraId="5372B5A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00F22371" w14:textId="77777777" w:rsidR="00131DB1" w:rsidRPr="00735B2D" w:rsidRDefault="00131DB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Przygotowanie studentów do samodzielnego określenia pola badawczego.</w:t>
            </w:r>
          </w:p>
        </w:tc>
      </w:tr>
      <w:tr w:rsidR="00131DB1" w:rsidRPr="00735B2D" w14:paraId="2839E261" w14:textId="77777777" w:rsidTr="5934077A">
        <w:tc>
          <w:tcPr>
            <w:tcW w:w="675" w:type="dxa"/>
            <w:vAlign w:val="center"/>
          </w:tcPr>
          <w:p w14:paraId="550CF7E8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65678E2A" w14:textId="6EA02902" w:rsidR="00131DB1" w:rsidRPr="00735B2D" w:rsidRDefault="00131DB1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934077A">
              <w:rPr>
                <w:rFonts w:ascii="Corbel" w:hAnsi="Corbel"/>
                <w:sz w:val="24"/>
                <w:szCs w:val="24"/>
              </w:rPr>
              <w:t xml:space="preserve">Sformułowanie tematu pracy </w:t>
            </w:r>
            <w:r w:rsidR="00C324EE" w:rsidRPr="5934077A">
              <w:rPr>
                <w:rFonts w:ascii="Corbel" w:hAnsi="Corbel"/>
                <w:sz w:val="24"/>
                <w:szCs w:val="24"/>
              </w:rPr>
              <w:t>dyplomowej</w:t>
            </w:r>
            <w:r w:rsidRPr="5934077A">
              <w:rPr>
                <w:rFonts w:ascii="Corbel" w:hAnsi="Corbel"/>
                <w:sz w:val="24"/>
                <w:szCs w:val="24"/>
              </w:rPr>
              <w:t xml:space="preserve"> oraz jej celu, pytań badawczych, hipotez i</w:t>
            </w:r>
            <w:r w:rsidR="0F18D5F8" w:rsidRPr="5934077A">
              <w:rPr>
                <w:rFonts w:ascii="Corbel" w:hAnsi="Corbel"/>
                <w:sz w:val="24"/>
                <w:szCs w:val="24"/>
              </w:rPr>
              <w:t xml:space="preserve"> </w:t>
            </w:r>
            <w:r w:rsidRPr="5934077A">
              <w:rPr>
                <w:rFonts w:ascii="Corbel" w:hAnsi="Corbel"/>
                <w:sz w:val="24"/>
                <w:szCs w:val="24"/>
              </w:rPr>
              <w:t>konstrukcji.</w:t>
            </w:r>
          </w:p>
        </w:tc>
      </w:tr>
      <w:tr w:rsidR="00131DB1" w:rsidRPr="00735B2D" w14:paraId="738F4AFB" w14:textId="77777777" w:rsidTr="5934077A">
        <w:tc>
          <w:tcPr>
            <w:tcW w:w="675" w:type="dxa"/>
            <w:vAlign w:val="center"/>
          </w:tcPr>
          <w:p w14:paraId="53C0B3C4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08D78F3B" w14:textId="77777777" w:rsidR="00131DB1" w:rsidRPr="00735B2D" w:rsidRDefault="00131DB1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Wybór podejścia teoretycznego właściwego dla badań wybranego obszaru.</w:t>
            </w:r>
          </w:p>
        </w:tc>
      </w:tr>
      <w:tr w:rsidR="00131DB1" w:rsidRPr="00735B2D" w14:paraId="05891CC2" w14:textId="77777777" w:rsidTr="5934077A">
        <w:tc>
          <w:tcPr>
            <w:tcW w:w="675" w:type="dxa"/>
            <w:vAlign w:val="center"/>
          </w:tcPr>
          <w:p w14:paraId="7C12F916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6BD82C0D" w14:textId="77777777" w:rsidR="00131DB1" w:rsidRPr="00735B2D" w:rsidRDefault="00131DB1" w:rsidP="000B43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Przygotowanie studenta do analizy przedmiotu pracy w ramach jednego z podejść teoretycznych.</w:t>
            </w:r>
          </w:p>
        </w:tc>
      </w:tr>
      <w:tr w:rsidR="00131DB1" w:rsidRPr="00735B2D" w14:paraId="5BA39698" w14:textId="77777777" w:rsidTr="5934077A">
        <w:tc>
          <w:tcPr>
            <w:tcW w:w="675" w:type="dxa"/>
            <w:vAlign w:val="center"/>
          </w:tcPr>
          <w:p w14:paraId="56E055E9" w14:textId="77777777" w:rsidR="00131DB1" w:rsidRPr="00735B2D" w:rsidRDefault="00131DB1" w:rsidP="000B43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B2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35E097D" w14:textId="6806379D" w:rsidR="00131DB1" w:rsidRPr="00735B2D" w:rsidRDefault="00131DB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6E41AF4B">
              <w:rPr>
                <w:rFonts w:ascii="Corbel" w:hAnsi="Corbel"/>
                <w:sz w:val="24"/>
                <w:szCs w:val="24"/>
              </w:rPr>
              <w:t>Przygotowanie studenta do pisania pracy.</w:t>
            </w:r>
          </w:p>
        </w:tc>
      </w:tr>
    </w:tbl>
    <w:p w14:paraId="6B699379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1613F6" w14:textId="4DE3E576" w:rsidR="001D7B54" w:rsidRPr="00735B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42B82A3">
        <w:rPr>
          <w:rFonts w:ascii="Corbel" w:hAnsi="Corbel"/>
          <w:b/>
          <w:bCs/>
          <w:sz w:val="24"/>
          <w:szCs w:val="24"/>
        </w:rPr>
        <w:t xml:space="preserve">3.2 </w:t>
      </w:r>
      <w:r w:rsidR="00404485" w:rsidRPr="442B82A3">
        <w:rPr>
          <w:rFonts w:ascii="Corbel" w:hAnsi="Corbel"/>
          <w:b/>
          <w:bCs/>
          <w:sz w:val="24"/>
          <w:szCs w:val="24"/>
        </w:rPr>
        <w:t xml:space="preserve">Efekty uczenia się </w:t>
      </w:r>
      <w:r w:rsidR="001D7B54" w:rsidRPr="442B82A3">
        <w:rPr>
          <w:rFonts w:ascii="Corbel" w:hAnsi="Corbel"/>
          <w:b/>
          <w:bCs/>
          <w:sz w:val="24"/>
          <w:szCs w:val="24"/>
        </w:rPr>
        <w:t>dla przedmiotu</w:t>
      </w:r>
    </w:p>
    <w:p w14:paraId="3FE9F23F" w14:textId="77777777" w:rsidR="001D7B54" w:rsidRPr="00735B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84"/>
        <w:gridCol w:w="1854"/>
      </w:tblGrid>
      <w:tr w:rsidR="00131DB1" w:rsidRPr="00735B2D" w14:paraId="200C88C6" w14:textId="77777777" w:rsidTr="5934077A">
        <w:tc>
          <w:tcPr>
            <w:tcW w:w="1701" w:type="dxa"/>
          </w:tcPr>
          <w:p w14:paraId="2705A06C" w14:textId="51C7970D" w:rsidR="00131DB1" w:rsidRPr="00735B2D" w:rsidRDefault="00404485" w:rsidP="442B8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42B82A3">
              <w:rPr>
                <w:rFonts w:ascii="Corbel" w:hAnsi="Corbel"/>
                <w:b w:val="0"/>
                <w:smallCaps w:val="0"/>
              </w:rPr>
              <w:t>EK (efekt uczenia się</w:t>
            </w:r>
            <w:r w:rsidR="00131DB1" w:rsidRPr="442B82A3">
              <w:rPr>
                <w:rFonts w:ascii="Corbel" w:hAnsi="Corbel"/>
                <w:b w:val="0"/>
                <w:smallCaps w:val="0"/>
              </w:rPr>
              <w:t>)</w:t>
            </w:r>
          </w:p>
          <w:p w14:paraId="1F72F646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0C75371" w14:textId="1F570031" w:rsidR="00131DB1" w:rsidRPr="00735B2D" w:rsidRDefault="00404485" w:rsidP="442B8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42B82A3">
              <w:rPr>
                <w:rFonts w:ascii="Corbel" w:hAnsi="Corbel"/>
                <w:b w:val="0"/>
                <w:smallCaps w:val="0"/>
              </w:rPr>
              <w:t xml:space="preserve">Treść efektu uczenia się </w:t>
            </w:r>
            <w:r w:rsidR="00131DB1" w:rsidRPr="442B82A3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</w:tcPr>
          <w:p w14:paraId="2604385B" w14:textId="441D167D" w:rsidR="00131DB1" w:rsidRPr="00735B2D" w:rsidRDefault="00131DB1" w:rsidP="442B8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42B82A3">
              <w:rPr>
                <w:rFonts w:ascii="Corbel" w:hAnsi="Corbel"/>
                <w:b w:val="0"/>
                <w:smallCaps w:val="0"/>
              </w:rPr>
              <w:t>Odniesienie do efektów  kierunkowych</w:t>
            </w:r>
          </w:p>
        </w:tc>
      </w:tr>
      <w:tr w:rsidR="00131DB1" w:rsidRPr="00735B2D" w14:paraId="27A3C8E8" w14:textId="77777777" w:rsidTr="5934077A">
        <w:tc>
          <w:tcPr>
            <w:tcW w:w="1701" w:type="dxa"/>
          </w:tcPr>
          <w:p w14:paraId="4FCA5964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141D1D44" w14:textId="77777777" w:rsidR="00131DB1" w:rsidRPr="00735B2D" w:rsidRDefault="00131DB1" w:rsidP="5934077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rozróżnia podejścia teoretyczne właściwe dla </w:t>
            </w:r>
            <w:r w:rsidR="002768CA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badań nad </w:t>
            </w:r>
            <w:r w:rsidR="00C324EE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stosunk</w:t>
            </w:r>
            <w:r w:rsidR="002768CA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ami </w:t>
            </w:r>
            <w:r w:rsidR="00C324EE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międzynarodowy</w:t>
            </w:r>
            <w:r w:rsidR="002768CA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mi</w:t>
            </w:r>
          </w:p>
        </w:tc>
        <w:tc>
          <w:tcPr>
            <w:tcW w:w="1873" w:type="dxa"/>
          </w:tcPr>
          <w:p w14:paraId="2C5B2A44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K_W0</w:t>
            </w:r>
            <w:r w:rsidR="009304A0">
              <w:rPr>
                <w:rFonts w:ascii="Corbel" w:hAnsi="Corbel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31DB1" w:rsidRPr="00735B2D" w14:paraId="779C74A0" w14:textId="77777777" w:rsidTr="5934077A">
        <w:tc>
          <w:tcPr>
            <w:tcW w:w="1701" w:type="dxa"/>
          </w:tcPr>
          <w:p w14:paraId="56A76B19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D6C152A" w14:textId="77777777" w:rsidR="00131DB1" w:rsidRPr="00735B2D" w:rsidRDefault="00131DB1" w:rsidP="5934077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dobiera metody i narzędzia badawcze odpowiednie dla realizacji tematu pracy </w:t>
            </w:r>
            <w:r w:rsidR="00C324EE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dyplomowej</w:t>
            </w:r>
          </w:p>
        </w:tc>
        <w:tc>
          <w:tcPr>
            <w:tcW w:w="1873" w:type="dxa"/>
          </w:tcPr>
          <w:p w14:paraId="600668D8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</w:t>
            </w:r>
            <w:r w:rsidR="00131DB1"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_</w:t>
            </w: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W0</w:t>
            </w:r>
            <w:r w:rsidR="009304A0">
              <w:rPr>
                <w:rFonts w:ascii="Corbel" w:hAnsi="Corbel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31DB1" w:rsidRPr="00735B2D" w14:paraId="4DC8D6AE" w14:textId="77777777" w:rsidTr="5934077A">
        <w:tc>
          <w:tcPr>
            <w:tcW w:w="1701" w:type="dxa"/>
          </w:tcPr>
          <w:p w14:paraId="41960800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484632E4" w14:textId="14E7321C" w:rsidR="00131DB1" w:rsidRPr="00735B2D" w:rsidRDefault="00131DB1" w:rsidP="5934077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analizuje i interpretuje procesy i zjawiska polityczne</w:t>
            </w:r>
            <w:r w:rsidR="00C324EE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</w:t>
            </w:r>
            <w:r w:rsidR="77C2C3D7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</w:t>
            </w:r>
            <w:r w:rsidR="00C324EE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prawne</w:t>
            </w:r>
          </w:p>
        </w:tc>
        <w:tc>
          <w:tcPr>
            <w:tcW w:w="1873" w:type="dxa"/>
          </w:tcPr>
          <w:p w14:paraId="7DB8E7D1" w14:textId="77777777" w:rsidR="00131DB1" w:rsidRDefault="00735B2D" w:rsidP="000B4354">
            <w:pPr>
              <w:spacing w:after="0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K_U01</w:t>
            </w:r>
            <w:r w:rsidR="009304A0">
              <w:rPr>
                <w:rFonts w:ascii="Corbel" w:hAnsi="Corbel"/>
                <w:bCs/>
                <w:color w:val="000000"/>
                <w:sz w:val="24"/>
                <w:szCs w:val="24"/>
              </w:rPr>
              <w:t>,</w:t>
            </w:r>
          </w:p>
          <w:p w14:paraId="2A4E307F" w14:textId="77777777" w:rsidR="009304A0" w:rsidRPr="00735B2D" w:rsidRDefault="009304A0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131DB1" w:rsidRPr="00735B2D" w14:paraId="24E389ED" w14:textId="77777777" w:rsidTr="5934077A">
        <w:tc>
          <w:tcPr>
            <w:tcW w:w="1701" w:type="dxa"/>
          </w:tcPr>
          <w:p w14:paraId="78C3198C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013FE47" w14:textId="1FF15E5C" w:rsidR="00131DB1" w:rsidRPr="00735B2D" w:rsidRDefault="00131DB1" w:rsidP="5934077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wypowiada się ustnie i pisemnie na temat zjawisk i procesów zachodzących w </w:t>
            </w:r>
            <w:r w:rsidR="00C324EE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relacjach międzynarodowych</w:t>
            </w:r>
          </w:p>
        </w:tc>
        <w:tc>
          <w:tcPr>
            <w:tcW w:w="1873" w:type="dxa"/>
          </w:tcPr>
          <w:p w14:paraId="0495AD78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</w:t>
            </w:r>
            <w:r w:rsidR="00131DB1"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_U0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31DB1" w:rsidRPr="00735B2D" w14:paraId="7F6BAF67" w14:textId="77777777" w:rsidTr="5934077A">
        <w:tc>
          <w:tcPr>
            <w:tcW w:w="1701" w:type="dxa"/>
          </w:tcPr>
          <w:p w14:paraId="74357262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85A89E7" w14:textId="77777777" w:rsidR="00131DB1" w:rsidRPr="00735B2D" w:rsidRDefault="00131DB1" w:rsidP="5934077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samodzielnie prowadzi proces badawczy w zakresie </w:t>
            </w:r>
            <w:r w:rsidR="00C324EE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stosunków międzynarodowych</w:t>
            </w:r>
          </w:p>
        </w:tc>
        <w:tc>
          <w:tcPr>
            <w:tcW w:w="1873" w:type="dxa"/>
          </w:tcPr>
          <w:p w14:paraId="70F89C84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K_U01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,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br/>
            </w:r>
            <w:r w:rsidR="00BC4511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131DB1" w:rsidRPr="00735B2D" w14:paraId="2AAD927A" w14:textId="77777777" w:rsidTr="5934077A">
        <w:tc>
          <w:tcPr>
            <w:tcW w:w="1701" w:type="dxa"/>
          </w:tcPr>
          <w:p w14:paraId="139A5216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242E3B78" w14:textId="1AE86DB6" w:rsidR="00131DB1" w:rsidRPr="00735B2D" w:rsidRDefault="00131DB1" w:rsidP="5934077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czyta ze zrozumieniem specjalistyczne teksty w </w:t>
            </w:r>
            <w:r w:rsidR="5CD9CBE6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</w:t>
            </w: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j. </w:t>
            </w:r>
            <w:r w:rsidR="199775DD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</w:t>
            </w: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angielskim</w:t>
            </w:r>
          </w:p>
        </w:tc>
        <w:tc>
          <w:tcPr>
            <w:tcW w:w="1873" w:type="dxa"/>
          </w:tcPr>
          <w:p w14:paraId="503A8663" w14:textId="77777777" w:rsidR="00131DB1" w:rsidRDefault="00735B2D" w:rsidP="000B4354">
            <w:pPr>
              <w:spacing w:after="0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K_U0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2,</w:t>
            </w:r>
          </w:p>
          <w:p w14:paraId="16A3E454" w14:textId="77777777" w:rsidR="00BC451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131DB1" w:rsidRPr="00735B2D" w14:paraId="228684E0" w14:textId="77777777" w:rsidTr="5934077A">
        <w:tc>
          <w:tcPr>
            <w:tcW w:w="1701" w:type="dxa"/>
          </w:tcPr>
          <w:p w14:paraId="55CE86DB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625114AD" w14:textId="77777777" w:rsidR="00131DB1" w:rsidRPr="00735B2D" w:rsidRDefault="00131DB1" w:rsidP="5934077A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korzysta z różnych metod i technik badawczych oraz rozwija własny warsztat badawczy</w:t>
            </w:r>
          </w:p>
        </w:tc>
        <w:tc>
          <w:tcPr>
            <w:tcW w:w="1873" w:type="dxa"/>
          </w:tcPr>
          <w:p w14:paraId="717E5E11" w14:textId="77777777" w:rsidR="00131DB1" w:rsidRDefault="00735B2D" w:rsidP="000B4354">
            <w:pPr>
              <w:spacing w:after="0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K_U0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2,</w:t>
            </w:r>
          </w:p>
          <w:p w14:paraId="72DF9257" w14:textId="77777777" w:rsidR="00BC451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131DB1" w:rsidRPr="00735B2D" w14:paraId="2CEEC6EE" w14:textId="77777777" w:rsidTr="5934077A">
        <w:tc>
          <w:tcPr>
            <w:tcW w:w="1701" w:type="dxa"/>
          </w:tcPr>
          <w:p w14:paraId="30AC254F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14:paraId="0C914401" w14:textId="2C7C58F4" w:rsidR="00131DB1" w:rsidRPr="00735B2D" w:rsidRDefault="00131DB1" w:rsidP="5934077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Korzysta z dorobku naukowego innych autorów zgodnie z zasadami etyki i regułami prawa</w:t>
            </w:r>
          </w:p>
        </w:tc>
        <w:tc>
          <w:tcPr>
            <w:tcW w:w="1873" w:type="dxa"/>
          </w:tcPr>
          <w:p w14:paraId="2BE41D58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K_W0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6,</w:t>
            </w: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br/>
              <w:t>K_K0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131DB1" w:rsidRPr="00735B2D" w14:paraId="385A8E6E" w14:textId="77777777" w:rsidTr="5934077A">
        <w:tc>
          <w:tcPr>
            <w:tcW w:w="1701" w:type="dxa"/>
          </w:tcPr>
          <w:p w14:paraId="563D41BF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4C14841B" w14:textId="77777777" w:rsidR="00131DB1" w:rsidRPr="00735B2D" w:rsidRDefault="00131DB1" w:rsidP="5934077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uzupełnia wiedzę i umiejętności z zakresu </w:t>
            </w:r>
            <w:r w:rsidR="00BC4511" w:rsidRPr="5934077A">
              <w:rPr>
                <w:rFonts w:ascii="Corbel" w:hAnsi="Corbel"/>
                <w:color w:val="000000" w:themeColor="text1"/>
                <w:sz w:val="24"/>
                <w:szCs w:val="24"/>
              </w:rPr>
              <w:t>stosunków międzynarodowych</w:t>
            </w:r>
          </w:p>
        </w:tc>
        <w:tc>
          <w:tcPr>
            <w:tcW w:w="1873" w:type="dxa"/>
          </w:tcPr>
          <w:p w14:paraId="54E3E2D9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K_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K</w:t>
            </w:r>
            <w:r w:rsidRPr="00735B2D">
              <w:rPr>
                <w:rFonts w:ascii="Corbel" w:hAnsi="Corbel"/>
                <w:bCs/>
                <w:color w:val="000000"/>
                <w:sz w:val="24"/>
                <w:szCs w:val="24"/>
              </w:rPr>
              <w:t>0</w:t>
            </w:r>
            <w:r w:rsidR="00BC4511">
              <w:rPr>
                <w:rFonts w:ascii="Corbel" w:hAnsi="Corbel"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14:paraId="08CE6F91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4E7302B1" w:rsidR="0085747A" w:rsidRPr="00735B2D" w:rsidRDefault="00675843" w:rsidP="6E41AF4B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6E41AF4B">
        <w:rPr>
          <w:rFonts w:ascii="Corbel" w:hAnsi="Corbel"/>
          <w:b/>
          <w:bCs/>
          <w:sz w:val="24"/>
          <w:szCs w:val="24"/>
        </w:rPr>
        <w:t>3.3</w:t>
      </w:r>
      <w:r w:rsidR="001D7B54" w:rsidRPr="6E41AF4B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6E41AF4B">
        <w:rPr>
          <w:rFonts w:ascii="Corbel" w:hAnsi="Corbel"/>
          <w:b/>
          <w:bCs/>
          <w:sz w:val="24"/>
          <w:szCs w:val="24"/>
        </w:rPr>
        <w:t>T</w:t>
      </w:r>
      <w:r w:rsidR="001D7B54" w:rsidRPr="6E41AF4B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 xml:space="preserve">Problematyka wykładu </w:t>
      </w:r>
    </w:p>
    <w:p w14:paraId="61CDCEAD" w14:textId="77777777" w:rsidR="001E3877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14E24B6" w14:textId="77777777" w:rsidR="001E3877" w:rsidRPr="00735B2D" w:rsidRDefault="001E3877" w:rsidP="001E3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6BB9E253" w14:textId="77777777" w:rsidR="0085747A" w:rsidRPr="00735B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735B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93407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934077A">
        <w:rPr>
          <w:rFonts w:ascii="Corbel" w:hAnsi="Corbel"/>
          <w:sz w:val="24"/>
          <w:szCs w:val="24"/>
        </w:rPr>
        <w:t xml:space="preserve">, </w:t>
      </w:r>
      <w:r w:rsidRPr="593407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DB1" w:rsidRPr="00735B2D" w14:paraId="587EA2A8" w14:textId="77777777" w:rsidTr="00131DB1">
        <w:tc>
          <w:tcPr>
            <w:tcW w:w="9639" w:type="dxa"/>
          </w:tcPr>
          <w:p w14:paraId="35113026" w14:textId="77777777" w:rsidR="00131DB1" w:rsidRPr="00735B2D" w:rsidRDefault="00131DB1" w:rsidP="000B43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DB1" w:rsidRPr="00735B2D" w14:paraId="2A399B2D" w14:textId="77777777" w:rsidTr="00131DB1">
        <w:tc>
          <w:tcPr>
            <w:tcW w:w="9639" w:type="dxa"/>
          </w:tcPr>
          <w:p w14:paraId="55C124E2" w14:textId="77777777" w:rsidR="00131DB1" w:rsidRPr="00735B2D" w:rsidRDefault="00131DB1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Poszukiwanie i formułowanie tematu pracy na podstawie katalogu dostępnych obszarów badawczych.</w:t>
            </w:r>
          </w:p>
        </w:tc>
      </w:tr>
      <w:tr w:rsidR="00131DB1" w:rsidRPr="00735B2D" w14:paraId="51E3A85F" w14:textId="77777777" w:rsidTr="00131DB1">
        <w:tc>
          <w:tcPr>
            <w:tcW w:w="9639" w:type="dxa"/>
          </w:tcPr>
          <w:p w14:paraId="7ABF202A" w14:textId="77777777" w:rsidR="00131DB1" w:rsidRPr="00735B2D" w:rsidRDefault="00735B2D" w:rsidP="00735B2D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Teorie i metody w </w:t>
            </w:r>
            <w:r w:rsidR="0071495E">
              <w:rPr>
                <w:rFonts w:ascii="Corbel" w:hAnsi="Corbel"/>
                <w:sz w:val="24"/>
                <w:szCs w:val="24"/>
              </w:rPr>
              <w:t>stosunkach międzynarodowych</w:t>
            </w:r>
          </w:p>
        </w:tc>
      </w:tr>
      <w:tr w:rsidR="00131DB1" w:rsidRPr="00735B2D" w14:paraId="3E97E292" w14:textId="77777777" w:rsidTr="00131DB1">
        <w:tc>
          <w:tcPr>
            <w:tcW w:w="9639" w:type="dxa"/>
          </w:tcPr>
          <w:p w14:paraId="06AE4DAC" w14:textId="77777777" w:rsidR="00131DB1" w:rsidRPr="00735B2D" w:rsidRDefault="00131DB1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Opracowanie konstrukcji pracy </w:t>
            </w:r>
            <w:r w:rsidR="0071495E">
              <w:rPr>
                <w:rFonts w:ascii="Corbel" w:hAnsi="Corbel"/>
                <w:sz w:val="24"/>
                <w:szCs w:val="24"/>
              </w:rPr>
              <w:t>dyplomowej</w:t>
            </w:r>
          </w:p>
        </w:tc>
      </w:tr>
      <w:tr w:rsidR="00131DB1" w:rsidRPr="00735B2D" w14:paraId="4889CF90" w14:textId="77777777" w:rsidTr="00131DB1">
        <w:tc>
          <w:tcPr>
            <w:tcW w:w="9639" w:type="dxa"/>
          </w:tcPr>
          <w:p w14:paraId="02343933" w14:textId="77777777" w:rsidR="00131DB1" w:rsidRPr="00735B2D" w:rsidRDefault="00131DB1" w:rsidP="000B4354">
            <w:pPr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Opracowanie części teoretycznej pracy </w:t>
            </w:r>
            <w:r w:rsidR="0071495E">
              <w:rPr>
                <w:rFonts w:ascii="Corbel" w:hAnsi="Corbel"/>
                <w:sz w:val="24"/>
                <w:szCs w:val="24"/>
              </w:rPr>
              <w:t>dyplomowej</w:t>
            </w:r>
          </w:p>
        </w:tc>
      </w:tr>
      <w:tr w:rsidR="00131DB1" w:rsidRPr="00735B2D" w14:paraId="47FECCBC" w14:textId="77777777" w:rsidTr="00131DB1">
        <w:tc>
          <w:tcPr>
            <w:tcW w:w="9639" w:type="dxa"/>
          </w:tcPr>
          <w:p w14:paraId="354BDE7F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Prezentacja wybranych problemów badawczych </w:t>
            </w:r>
          </w:p>
        </w:tc>
      </w:tr>
      <w:tr w:rsidR="00131DB1" w:rsidRPr="00735B2D" w14:paraId="6E66544A" w14:textId="77777777" w:rsidTr="00131DB1">
        <w:tc>
          <w:tcPr>
            <w:tcW w:w="9639" w:type="dxa"/>
          </w:tcPr>
          <w:p w14:paraId="1B016FFA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Dyskusja nad przedstawionymi problemami badawczymi w zakresie przyjętych metod badawczych, zgromadzonej literatury, sposobu jej wykorzystania oraz struktury przedstawionych treści</w:t>
            </w:r>
          </w:p>
        </w:tc>
      </w:tr>
      <w:tr w:rsidR="00131DB1" w:rsidRPr="00735B2D" w14:paraId="0BC68E73" w14:textId="77777777" w:rsidTr="00131DB1">
        <w:tc>
          <w:tcPr>
            <w:tcW w:w="9639" w:type="dxa"/>
          </w:tcPr>
          <w:p w14:paraId="14A846D7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Prezentacja wyników badań empirycznych; dyskusja nad zgromadzonym materiałem badawczym oraz sposobem jego wykorzystania w pracy</w:t>
            </w:r>
          </w:p>
        </w:tc>
      </w:tr>
      <w:tr w:rsidR="00131DB1" w:rsidRPr="00735B2D" w14:paraId="190DF9F3" w14:textId="77777777" w:rsidTr="00131DB1">
        <w:tc>
          <w:tcPr>
            <w:tcW w:w="9639" w:type="dxa"/>
          </w:tcPr>
          <w:p w14:paraId="72D0B5D9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Prezentacja fragmentów pracy</w:t>
            </w:r>
          </w:p>
        </w:tc>
      </w:tr>
      <w:tr w:rsidR="00131DB1" w:rsidRPr="00735B2D" w14:paraId="1223AFC1" w14:textId="77777777" w:rsidTr="00131DB1">
        <w:tc>
          <w:tcPr>
            <w:tcW w:w="9639" w:type="dxa"/>
          </w:tcPr>
          <w:p w14:paraId="3C5F7550" w14:textId="77777777" w:rsidR="00131DB1" w:rsidRPr="00735B2D" w:rsidRDefault="00131DB1" w:rsidP="000B4354">
            <w:pPr>
              <w:shd w:val="clear" w:color="auto" w:fill="FFFFFF"/>
              <w:spacing w:after="0"/>
              <w:ind w:left="3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Dyskusja nad przedstawionymi fragmentami pracy</w:t>
            </w:r>
          </w:p>
        </w:tc>
      </w:tr>
    </w:tbl>
    <w:p w14:paraId="52E56223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735B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E41AF4B">
        <w:rPr>
          <w:rFonts w:ascii="Corbel" w:hAnsi="Corbel"/>
          <w:smallCaps w:val="0"/>
        </w:rPr>
        <w:t>3.4 Metody dydaktyczne</w:t>
      </w:r>
      <w:r w:rsidRPr="6E41AF4B">
        <w:rPr>
          <w:rFonts w:ascii="Corbel" w:hAnsi="Corbel"/>
          <w:b w:val="0"/>
          <w:smallCaps w:val="0"/>
        </w:rPr>
        <w:t xml:space="preserve"> </w:t>
      </w:r>
    </w:p>
    <w:p w14:paraId="5043CB0F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CDF0C" w14:textId="77777777" w:rsidR="00131DB1" w:rsidRPr="00735B2D" w:rsidRDefault="00735B2D" w:rsidP="00131DB1">
      <w:pPr>
        <w:spacing w:after="0"/>
        <w:ind w:left="3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- studium przypadku</w:t>
      </w:r>
    </w:p>
    <w:p w14:paraId="6B0AE921" w14:textId="77777777" w:rsidR="00131DB1" w:rsidRPr="00735B2D" w:rsidRDefault="00735B2D" w:rsidP="00131DB1">
      <w:pPr>
        <w:spacing w:after="0"/>
        <w:ind w:left="3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- metoda problemowa</w:t>
      </w:r>
    </w:p>
    <w:p w14:paraId="6BE59CEC" w14:textId="77777777" w:rsidR="0027778A" w:rsidRPr="00735B2D" w:rsidRDefault="0027778A" w:rsidP="00131DB1">
      <w:pPr>
        <w:spacing w:after="0"/>
        <w:ind w:left="34"/>
        <w:rPr>
          <w:rFonts w:ascii="Corbel" w:hAnsi="Corbel"/>
          <w:sz w:val="24"/>
          <w:szCs w:val="24"/>
        </w:rPr>
      </w:pPr>
      <w:r w:rsidRPr="00735B2D">
        <w:rPr>
          <w:rFonts w:ascii="Corbel" w:hAnsi="Corbel"/>
          <w:sz w:val="24"/>
          <w:szCs w:val="24"/>
        </w:rPr>
        <w:t>- dyskusja dydaktyczna</w:t>
      </w:r>
    </w:p>
    <w:p w14:paraId="07459315" w14:textId="77777777" w:rsidR="00131DB1" w:rsidRPr="00735B2D" w:rsidRDefault="0013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735B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 </w:t>
      </w:r>
      <w:r w:rsidR="0085747A" w:rsidRPr="00735B2D">
        <w:rPr>
          <w:rFonts w:ascii="Corbel" w:hAnsi="Corbel"/>
          <w:smallCaps w:val="0"/>
          <w:szCs w:val="24"/>
        </w:rPr>
        <w:t>METODY I KRYTERIA OCENY</w:t>
      </w:r>
      <w:r w:rsidR="009F4610" w:rsidRPr="00735B2D">
        <w:rPr>
          <w:rFonts w:ascii="Corbel" w:hAnsi="Corbel"/>
          <w:smallCaps w:val="0"/>
          <w:szCs w:val="24"/>
        </w:rPr>
        <w:t xml:space="preserve"> </w:t>
      </w:r>
    </w:p>
    <w:p w14:paraId="6537F28F" w14:textId="77777777" w:rsidR="00923D7D" w:rsidRPr="00735B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68D0" w14:textId="77777777" w:rsidR="0085747A" w:rsidRPr="00735B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>4.1 Sposoby</w:t>
      </w:r>
      <w:r w:rsidR="00404485" w:rsidRPr="00735B2D">
        <w:rPr>
          <w:rFonts w:ascii="Corbel" w:hAnsi="Corbel"/>
          <w:smallCaps w:val="0"/>
          <w:szCs w:val="24"/>
        </w:rPr>
        <w:t xml:space="preserve"> weryfikacji efektów uczenia się </w:t>
      </w:r>
    </w:p>
    <w:p w14:paraId="6DFB9E20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9"/>
        <w:gridCol w:w="5382"/>
        <w:gridCol w:w="2189"/>
      </w:tblGrid>
      <w:tr w:rsidR="00131DB1" w:rsidRPr="00735B2D" w14:paraId="34F16AD4" w14:textId="77777777" w:rsidTr="6E41AF4B">
        <w:tc>
          <w:tcPr>
            <w:tcW w:w="1985" w:type="dxa"/>
          </w:tcPr>
          <w:p w14:paraId="59C1A4F7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70DF9E56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528" w:type="dxa"/>
          </w:tcPr>
          <w:p w14:paraId="398B0795" w14:textId="77777777" w:rsidR="00131DB1" w:rsidRPr="00735B2D" w:rsidRDefault="00404485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48CEE6E5" w14:textId="3F6DAF62" w:rsidR="00131DB1" w:rsidRPr="00735B2D" w:rsidRDefault="00131DB1" w:rsidP="6E41A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41AF4B">
              <w:rPr>
                <w:rFonts w:ascii="Corbel" w:hAnsi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7B6A3B1" w14:textId="2767D49C" w:rsidR="00131DB1" w:rsidRPr="00735B2D" w:rsidRDefault="00131DB1" w:rsidP="6E41A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41AF4B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14:paraId="52F61AD3" w14:textId="3D29C0E9" w:rsidR="00131DB1" w:rsidRPr="00735B2D" w:rsidRDefault="00131DB1" w:rsidP="6E41AF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41AF4B">
              <w:rPr>
                <w:rFonts w:ascii="Corbel" w:hAnsi="Corbel"/>
                <w:b w:val="0"/>
                <w:smallCaps w:val="0"/>
              </w:rPr>
              <w:t>(w, ćw, …)</w:t>
            </w:r>
          </w:p>
        </w:tc>
      </w:tr>
      <w:tr w:rsidR="00131DB1" w:rsidRPr="00735B2D" w14:paraId="57B047D4" w14:textId="77777777" w:rsidTr="6E41AF4B">
        <w:tc>
          <w:tcPr>
            <w:tcW w:w="1985" w:type="dxa"/>
          </w:tcPr>
          <w:p w14:paraId="4EEBB90D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4B876F4B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wypowiedzi studenta podczas seminarium</w:t>
            </w:r>
          </w:p>
          <w:p w14:paraId="07D863B1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- 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zawartości wstępu oraz części teoretycznej pracy</w:t>
            </w:r>
          </w:p>
        </w:tc>
        <w:tc>
          <w:tcPr>
            <w:tcW w:w="2233" w:type="dxa"/>
          </w:tcPr>
          <w:p w14:paraId="649B9799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Sem.</w:t>
            </w:r>
          </w:p>
        </w:tc>
      </w:tr>
      <w:tr w:rsidR="00131DB1" w:rsidRPr="00735B2D" w14:paraId="46AAF52F" w14:textId="77777777" w:rsidTr="6E41AF4B">
        <w:tc>
          <w:tcPr>
            <w:tcW w:w="1985" w:type="dxa"/>
          </w:tcPr>
          <w:p w14:paraId="69FEFE27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6C8BC113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zawartości wstępu do pracy, planu badań empirycznych oraz wykorzystania zadeklarowanych metod badawczych w całej pracy</w:t>
            </w:r>
          </w:p>
        </w:tc>
        <w:tc>
          <w:tcPr>
            <w:tcW w:w="2233" w:type="dxa"/>
          </w:tcPr>
          <w:p w14:paraId="11C7EAC0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Sem.</w:t>
            </w:r>
          </w:p>
        </w:tc>
      </w:tr>
      <w:tr w:rsidR="00131DB1" w:rsidRPr="00735B2D" w14:paraId="4E3ED5F4" w14:textId="77777777" w:rsidTr="6E41AF4B">
        <w:tc>
          <w:tcPr>
            <w:tcW w:w="1985" w:type="dxa"/>
          </w:tcPr>
          <w:p w14:paraId="002D746F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5865F055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zawartości pracy</w:t>
            </w:r>
          </w:p>
        </w:tc>
        <w:tc>
          <w:tcPr>
            <w:tcW w:w="2233" w:type="dxa"/>
          </w:tcPr>
          <w:p w14:paraId="02BE6647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Sem.</w:t>
            </w:r>
          </w:p>
        </w:tc>
      </w:tr>
      <w:tr w:rsidR="00131DB1" w:rsidRPr="00735B2D" w14:paraId="12D7537A" w14:textId="77777777" w:rsidTr="6E41AF4B">
        <w:tc>
          <w:tcPr>
            <w:tcW w:w="1985" w:type="dxa"/>
          </w:tcPr>
          <w:p w14:paraId="5990E71B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14:paraId="3C1B847C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wypowiedzi studenta podczas seminarium oraz zawartości pracy</w:t>
            </w:r>
          </w:p>
        </w:tc>
        <w:tc>
          <w:tcPr>
            <w:tcW w:w="2233" w:type="dxa"/>
          </w:tcPr>
          <w:p w14:paraId="26C00269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Sem.</w:t>
            </w:r>
          </w:p>
        </w:tc>
      </w:tr>
      <w:tr w:rsidR="00131DB1" w:rsidRPr="00735B2D" w14:paraId="5064E9F2" w14:textId="77777777" w:rsidTr="6E41AF4B">
        <w:tc>
          <w:tcPr>
            <w:tcW w:w="1985" w:type="dxa"/>
          </w:tcPr>
          <w:p w14:paraId="4A2F1096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1B064235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wypowiedzi studenta podczas seminarium oraz zawartości pracy</w:t>
            </w:r>
          </w:p>
        </w:tc>
        <w:tc>
          <w:tcPr>
            <w:tcW w:w="2233" w:type="dxa"/>
          </w:tcPr>
          <w:p w14:paraId="108ACC09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Sem.</w:t>
            </w:r>
          </w:p>
        </w:tc>
      </w:tr>
      <w:tr w:rsidR="00131DB1" w:rsidRPr="00735B2D" w14:paraId="0A15A06A" w14:textId="77777777" w:rsidTr="6E41AF4B">
        <w:tc>
          <w:tcPr>
            <w:tcW w:w="1985" w:type="dxa"/>
          </w:tcPr>
          <w:p w14:paraId="1E73F495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0BBA1044" w14:textId="77777777" w:rsidR="00131DB1" w:rsidRPr="00735B2D" w:rsidRDefault="00735B2D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treści pracy magisterskiej</w:t>
            </w:r>
          </w:p>
        </w:tc>
        <w:tc>
          <w:tcPr>
            <w:tcW w:w="2233" w:type="dxa"/>
          </w:tcPr>
          <w:p w14:paraId="229D6D09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Sem.</w:t>
            </w:r>
          </w:p>
        </w:tc>
      </w:tr>
      <w:tr w:rsidR="00131DB1" w:rsidRPr="00735B2D" w14:paraId="2366D564" w14:textId="77777777" w:rsidTr="6E41AF4B">
        <w:tc>
          <w:tcPr>
            <w:tcW w:w="1985" w:type="dxa"/>
          </w:tcPr>
          <w:p w14:paraId="1E02E8DD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78E31124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wypowiedzi studenta podczas seminarium oraz zawartości pracy</w:t>
            </w:r>
          </w:p>
        </w:tc>
        <w:tc>
          <w:tcPr>
            <w:tcW w:w="2233" w:type="dxa"/>
          </w:tcPr>
          <w:p w14:paraId="2DD4B3A5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Sem.</w:t>
            </w:r>
          </w:p>
        </w:tc>
      </w:tr>
      <w:tr w:rsidR="00131DB1" w:rsidRPr="00735B2D" w14:paraId="0F0D65A7" w14:textId="77777777" w:rsidTr="6E41AF4B">
        <w:tc>
          <w:tcPr>
            <w:tcW w:w="1985" w:type="dxa"/>
          </w:tcPr>
          <w:p w14:paraId="436220D0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528" w:type="dxa"/>
          </w:tcPr>
          <w:p w14:paraId="34215431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pracy studenta na seminarium</w:t>
            </w:r>
          </w:p>
        </w:tc>
        <w:tc>
          <w:tcPr>
            <w:tcW w:w="2233" w:type="dxa"/>
          </w:tcPr>
          <w:p w14:paraId="7C51B0DF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Sem.</w:t>
            </w:r>
          </w:p>
        </w:tc>
      </w:tr>
      <w:tr w:rsidR="00131DB1" w:rsidRPr="00735B2D" w14:paraId="618CEF8A" w14:textId="77777777" w:rsidTr="6E41AF4B">
        <w:tc>
          <w:tcPr>
            <w:tcW w:w="1985" w:type="dxa"/>
          </w:tcPr>
          <w:p w14:paraId="726AE48B" w14:textId="77777777" w:rsidR="00131DB1" w:rsidRPr="00735B2D" w:rsidRDefault="00BC4511" w:rsidP="000B43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5528" w:type="dxa"/>
          </w:tcPr>
          <w:p w14:paraId="26F33675" w14:textId="77777777" w:rsidR="00131DB1" w:rsidRPr="00735B2D" w:rsidRDefault="00735B2D" w:rsidP="00735B2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- o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cena treści pracy magisterskiej</w:t>
            </w:r>
          </w:p>
        </w:tc>
        <w:tc>
          <w:tcPr>
            <w:tcW w:w="2233" w:type="dxa"/>
          </w:tcPr>
          <w:p w14:paraId="377A3EB2" w14:textId="77777777" w:rsidR="00131DB1" w:rsidRPr="00735B2D" w:rsidRDefault="00131DB1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2D">
              <w:rPr>
                <w:rFonts w:ascii="Corbel" w:hAnsi="Corbel"/>
                <w:b w:val="0"/>
                <w:smallCaps w:val="0"/>
                <w:szCs w:val="24"/>
              </w:rPr>
              <w:t>Sem.</w:t>
            </w:r>
          </w:p>
        </w:tc>
      </w:tr>
    </w:tbl>
    <w:p w14:paraId="44E871BC" w14:textId="77777777" w:rsidR="00923D7D" w:rsidRPr="00735B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735B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4.2 </w:t>
      </w:r>
      <w:r w:rsidR="0085747A" w:rsidRPr="00735B2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35B2D">
        <w:rPr>
          <w:rFonts w:ascii="Corbel" w:hAnsi="Corbel"/>
          <w:smallCaps w:val="0"/>
          <w:szCs w:val="24"/>
        </w:rPr>
        <w:t xml:space="preserve"> </w:t>
      </w:r>
    </w:p>
    <w:p w14:paraId="144A5D23" w14:textId="77777777" w:rsidR="00923D7D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DB1" w:rsidRPr="00735B2D" w14:paraId="3075562D" w14:textId="77777777" w:rsidTr="6E41AF4B">
        <w:tc>
          <w:tcPr>
            <w:tcW w:w="9670" w:type="dxa"/>
          </w:tcPr>
          <w:p w14:paraId="41C89AA8" w14:textId="77777777" w:rsidR="00131DB1" w:rsidRPr="00735B2D" w:rsidRDefault="00131DB1" w:rsidP="6E41AF4B">
            <w:pPr>
              <w:shd w:val="clear" w:color="auto" w:fill="FFFFFF" w:themeFill="background1"/>
              <w:spacing w:after="0"/>
              <w:ind w:firstLine="29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pacing w:val="-6"/>
                <w:sz w:val="24"/>
                <w:szCs w:val="24"/>
              </w:rPr>
              <w:t xml:space="preserve">Forma zaliczenia I semestru: </w:t>
            </w:r>
            <w:r w:rsidRPr="00735B2D">
              <w:rPr>
                <w:rFonts w:ascii="Corbel" w:hAnsi="Corbel"/>
                <w:sz w:val="24"/>
                <w:szCs w:val="24"/>
              </w:rPr>
              <w:t>Przygotowanie konspektu pracy, wykazu źródeł i literatury, szkicu wstępu do pracy z określonym polem i pytaniami badawczymi oraz planu badań empirycznych.</w:t>
            </w:r>
          </w:p>
          <w:p w14:paraId="3E6FF26D" w14:textId="77777777" w:rsidR="00131DB1" w:rsidRPr="00735B2D" w:rsidRDefault="00131DB1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Sposób zaliczenia I semestru: zaliczenie bez oceny</w:t>
            </w:r>
          </w:p>
          <w:p w14:paraId="3EC52012" w14:textId="77777777" w:rsidR="00131DB1" w:rsidRPr="00735B2D" w:rsidRDefault="00131DB1" w:rsidP="6E41AF4B">
            <w:pPr>
              <w:shd w:val="clear" w:color="auto" w:fill="FFFFFF" w:themeFill="background1"/>
              <w:spacing w:after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pacing w:val="-6"/>
                <w:sz w:val="24"/>
                <w:szCs w:val="24"/>
              </w:rPr>
              <w:t xml:space="preserve">Forma zaliczenia II semestru: </w:t>
            </w:r>
            <w:r w:rsidRPr="00735B2D">
              <w:rPr>
                <w:rFonts w:ascii="Corbel" w:hAnsi="Corbel"/>
                <w:sz w:val="24"/>
                <w:szCs w:val="24"/>
              </w:rPr>
              <w:t xml:space="preserve">Przedstawienie w formie pisemnej teoretycznej części pracy </w:t>
            </w:r>
            <w:r w:rsidR="342ED8AC">
              <w:rPr>
                <w:rFonts w:ascii="Corbel" w:hAnsi="Corbel"/>
                <w:sz w:val="24"/>
                <w:szCs w:val="24"/>
              </w:rPr>
              <w:t xml:space="preserve">dyplomowej </w:t>
            </w:r>
            <w:r w:rsidRPr="00735B2D">
              <w:rPr>
                <w:rFonts w:ascii="Corbel" w:hAnsi="Corbel"/>
                <w:sz w:val="24"/>
                <w:szCs w:val="24"/>
              </w:rPr>
              <w:t>oraz wstępnych wyników badań empirycznych.</w:t>
            </w:r>
          </w:p>
          <w:p w14:paraId="2C05DF7D" w14:textId="77777777" w:rsidR="00131DB1" w:rsidRPr="00735B2D" w:rsidRDefault="00131DB1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Sposób zaliczenia II semestru: zaliczenie bez oceny</w:t>
            </w:r>
          </w:p>
          <w:p w14:paraId="638DDC48" w14:textId="77777777" w:rsidR="00131DB1" w:rsidRPr="00735B2D" w:rsidRDefault="00131DB1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pacing w:val="-6"/>
                <w:sz w:val="24"/>
                <w:szCs w:val="24"/>
              </w:rPr>
              <w:t xml:space="preserve">Forma zaliczenia III semestru: </w:t>
            </w:r>
            <w:r w:rsidRPr="00735B2D">
              <w:rPr>
                <w:rFonts w:ascii="Corbel" w:hAnsi="Corbel"/>
                <w:sz w:val="24"/>
                <w:szCs w:val="24"/>
              </w:rPr>
              <w:t xml:space="preserve">Złożenie kompletnej pracy </w:t>
            </w:r>
            <w:r w:rsidR="0071495E">
              <w:rPr>
                <w:rFonts w:ascii="Corbel" w:hAnsi="Corbel"/>
                <w:sz w:val="24"/>
                <w:szCs w:val="24"/>
              </w:rPr>
              <w:t>dyplomowej</w:t>
            </w:r>
            <w:r w:rsidRPr="00735B2D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04CC12" w14:textId="77777777" w:rsidR="00131DB1" w:rsidRPr="00735B2D" w:rsidRDefault="00131DB1" w:rsidP="00735B2D">
            <w:pPr>
              <w:shd w:val="clear" w:color="auto" w:fill="FFFFFF"/>
              <w:spacing w:after="0"/>
              <w:ind w:left="171" w:hanging="142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Sposób zaliczenia III semestru: złożenie egzaminu magisterskiego</w:t>
            </w:r>
          </w:p>
        </w:tc>
      </w:tr>
    </w:tbl>
    <w:p w14:paraId="3B7B4B86" w14:textId="77777777" w:rsidR="0085747A" w:rsidRPr="00735B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35B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6E41AF4B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6E41AF4B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30AD66" w14:textId="77777777" w:rsidR="00131DB1" w:rsidRPr="00735B2D" w:rsidRDefault="0013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735B2D" w14:paraId="63D9DE79" w14:textId="77777777" w:rsidTr="5934077A">
        <w:tc>
          <w:tcPr>
            <w:tcW w:w="4962" w:type="dxa"/>
            <w:vAlign w:val="center"/>
          </w:tcPr>
          <w:p w14:paraId="4C452BB7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35B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35B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35B2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5B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35B2D" w14:paraId="33EC36AA" w14:textId="77777777" w:rsidTr="5934077A">
        <w:tc>
          <w:tcPr>
            <w:tcW w:w="4962" w:type="dxa"/>
          </w:tcPr>
          <w:p w14:paraId="39226504" w14:textId="30205968" w:rsidR="0085747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934077A">
              <w:rPr>
                <w:rFonts w:ascii="Corbel" w:hAnsi="Corbel"/>
                <w:sz w:val="24"/>
                <w:szCs w:val="24"/>
              </w:rPr>
              <w:t>G</w:t>
            </w:r>
            <w:r w:rsidR="0085747A" w:rsidRPr="593407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5934077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593407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5934077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5934077A">
              <w:rPr>
                <w:rFonts w:ascii="Corbel" w:hAnsi="Corbel"/>
                <w:sz w:val="24"/>
                <w:szCs w:val="24"/>
              </w:rPr>
              <w:t xml:space="preserve"> z</w:t>
            </w:r>
            <w:r w:rsidR="12DEE6DB" w:rsidRPr="5934077A">
              <w:rPr>
                <w:rFonts w:ascii="Corbel" w:hAnsi="Corbel"/>
                <w:sz w:val="24"/>
                <w:szCs w:val="24"/>
              </w:rPr>
              <w:t xml:space="preserve"> </w:t>
            </w:r>
            <w:r w:rsidR="0BE925EF" w:rsidRPr="5934077A">
              <w:rPr>
                <w:rFonts w:ascii="Corbel" w:hAnsi="Corbel"/>
                <w:sz w:val="24"/>
                <w:szCs w:val="24"/>
              </w:rPr>
              <w:t xml:space="preserve">  </w:t>
            </w:r>
            <w:r w:rsidR="12DEE6DB" w:rsidRPr="5934077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5934077A">
              <w:rPr>
                <w:rFonts w:ascii="Corbel" w:hAnsi="Corbel"/>
                <w:sz w:val="24"/>
                <w:szCs w:val="24"/>
              </w:rPr>
              <w:t xml:space="preserve"> </w:t>
            </w:r>
            <w:r w:rsidRPr="5934077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4B1212" w14:textId="77777777" w:rsidR="0085747A" w:rsidRPr="00735B2D" w:rsidRDefault="001D0D7B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131DB1" w:rsidRPr="00735B2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735B2D" w14:paraId="696285F3" w14:textId="77777777" w:rsidTr="5934077A">
        <w:tc>
          <w:tcPr>
            <w:tcW w:w="4962" w:type="dxa"/>
          </w:tcPr>
          <w:p w14:paraId="61BA0769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8861898" w14:textId="77777777" w:rsidR="00C61DC5" w:rsidRPr="00735B2D" w:rsidRDefault="0027778A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735B2D" w14:paraId="3C31E5CD" w14:textId="77777777" w:rsidTr="5934077A">
        <w:tc>
          <w:tcPr>
            <w:tcW w:w="4962" w:type="dxa"/>
          </w:tcPr>
          <w:p w14:paraId="7660431A" w14:textId="77777777" w:rsidR="0071620A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77777777" w:rsidR="00C61DC5" w:rsidRPr="00735B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705F89A" w14:textId="77777777" w:rsidR="00C61DC5" w:rsidRPr="00735B2D" w:rsidRDefault="00735B2D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1</w:t>
            </w:r>
            <w:r w:rsidR="001D0D7B">
              <w:rPr>
                <w:rFonts w:ascii="Corbel" w:hAnsi="Corbel"/>
                <w:sz w:val="24"/>
                <w:szCs w:val="24"/>
              </w:rPr>
              <w:t>4</w:t>
            </w:r>
            <w:r w:rsidR="004733E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35B2D" w14:paraId="0820F1D8" w14:textId="77777777" w:rsidTr="5934077A">
        <w:tc>
          <w:tcPr>
            <w:tcW w:w="4962" w:type="dxa"/>
          </w:tcPr>
          <w:p w14:paraId="3D4B2727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65DFBE" w14:textId="77777777" w:rsidR="0085747A" w:rsidRPr="00735B2D" w:rsidRDefault="004733EC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735B2D" w14:paraId="5BE2E14F" w14:textId="77777777" w:rsidTr="5934077A">
        <w:tc>
          <w:tcPr>
            <w:tcW w:w="4962" w:type="dxa"/>
          </w:tcPr>
          <w:p w14:paraId="5FD1C35E" w14:textId="77777777" w:rsidR="0085747A" w:rsidRPr="00735B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5B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369756" w14:textId="77777777" w:rsidR="0085747A" w:rsidRPr="00735B2D" w:rsidRDefault="00735B2D" w:rsidP="00735B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1</w:t>
            </w:r>
            <w:r w:rsidR="004733E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6BBE219B" w14:textId="77777777" w:rsidR="0085747A" w:rsidRPr="00735B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5B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35B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829076" w14:textId="77777777" w:rsidR="003E1941" w:rsidRPr="00735B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6F5C826B" w:rsidR="0085747A" w:rsidRPr="00735B2D" w:rsidRDefault="0071620A" w:rsidP="6E41AF4B">
      <w:pPr>
        <w:pStyle w:val="Punktygwne"/>
        <w:spacing w:before="0" w:after="0"/>
        <w:rPr>
          <w:rFonts w:ascii="Corbel" w:hAnsi="Corbel"/>
          <w:smallCaps w:val="0"/>
        </w:rPr>
      </w:pPr>
      <w:r w:rsidRPr="6E41AF4B">
        <w:rPr>
          <w:rFonts w:ascii="Corbel" w:hAnsi="Corbel"/>
          <w:smallCaps w:val="0"/>
        </w:rPr>
        <w:t xml:space="preserve">6. </w:t>
      </w:r>
      <w:r w:rsidR="0085747A" w:rsidRPr="6E41AF4B">
        <w:rPr>
          <w:rFonts w:ascii="Corbel" w:hAnsi="Corbel"/>
          <w:smallCaps w:val="0"/>
        </w:rPr>
        <w:t>PRAKTYKI ZAWODOWE W RAMACH PRZEDMIOTU</w:t>
      </w:r>
    </w:p>
    <w:p w14:paraId="2BA226A1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6453D0BB" w14:textId="77777777" w:rsidR="003E1941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Nie dotyczy </w:t>
      </w:r>
    </w:p>
    <w:p w14:paraId="17AD93B2" w14:textId="77777777" w:rsidR="00542359" w:rsidRPr="00735B2D" w:rsidRDefault="00542359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D3F962" w14:textId="3FD4D56B" w:rsidR="5934077A" w:rsidRDefault="5934077A" w:rsidP="5934077A">
      <w:pPr>
        <w:pStyle w:val="Punktygwne"/>
        <w:spacing w:before="0" w:after="0"/>
        <w:rPr>
          <w:rFonts w:ascii="Corbel" w:hAnsi="Corbel"/>
          <w:smallCaps w:val="0"/>
        </w:rPr>
      </w:pPr>
    </w:p>
    <w:p w14:paraId="00EAC1C9" w14:textId="6072B0C6" w:rsidR="5934077A" w:rsidRDefault="5934077A" w:rsidP="5934077A">
      <w:pPr>
        <w:pStyle w:val="Punktygwne"/>
        <w:spacing w:before="0" w:after="0"/>
        <w:rPr>
          <w:rFonts w:ascii="Corbel" w:hAnsi="Corbel"/>
          <w:smallCaps w:val="0"/>
        </w:rPr>
      </w:pPr>
    </w:p>
    <w:p w14:paraId="2AAB64D1" w14:textId="4DA7C633" w:rsidR="5934077A" w:rsidRDefault="5934077A" w:rsidP="5934077A">
      <w:pPr>
        <w:pStyle w:val="Punktygwne"/>
        <w:spacing w:before="0" w:after="0"/>
        <w:rPr>
          <w:rFonts w:ascii="Corbel" w:hAnsi="Corbel"/>
          <w:smallCaps w:val="0"/>
        </w:rPr>
      </w:pPr>
    </w:p>
    <w:p w14:paraId="6334B2A1" w14:textId="19126BC3" w:rsidR="5934077A" w:rsidRDefault="5934077A" w:rsidP="5934077A">
      <w:pPr>
        <w:pStyle w:val="Punktygwne"/>
        <w:spacing w:before="0" w:after="0"/>
        <w:rPr>
          <w:rFonts w:ascii="Corbel" w:hAnsi="Corbel"/>
          <w:smallCaps w:val="0"/>
        </w:rPr>
      </w:pPr>
    </w:p>
    <w:p w14:paraId="7630DC2B" w14:textId="77777777" w:rsidR="0085747A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5B2D">
        <w:rPr>
          <w:rFonts w:ascii="Corbel" w:hAnsi="Corbel"/>
          <w:smallCaps w:val="0"/>
          <w:szCs w:val="24"/>
        </w:rPr>
        <w:t xml:space="preserve">7. </w:t>
      </w:r>
      <w:r w:rsidR="0085747A" w:rsidRPr="00735B2D">
        <w:rPr>
          <w:rFonts w:ascii="Corbel" w:hAnsi="Corbel"/>
          <w:smallCaps w:val="0"/>
          <w:szCs w:val="24"/>
        </w:rPr>
        <w:t>LITERATURA</w:t>
      </w:r>
      <w:r w:rsidRPr="00735B2D">
        <w:rPr>
          <w:rFonts w:ascii="Corbel" w:hAnsi="Corbel"/>
          <w:smallCaps w:val="0"/>
          <w:szCs w:val="24"/>
        </w:rPr>
        <w:t xml:space="preserve"> </w:t>
      </w:r>
    </w:p>
    <w:p w14:paraId="0DE4B5B7" w14:textId="77777777" w:rsidR="00675843" w:rsidRPr="00735B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27778A" w:rsidRPr="00735B2D" w14:paraId="318CA3AC" w14:textId="77777777" w:rsidTr="5934077A">
        <w:tc>
          <w:tcPr>
            <w:tcW w:w="8789" w:type="dxa"/>
          </w:tcPr>
          <w:p w14:paraId="729C9695" w14:textId="77777777" w:rsidR="0027778A" w:rsidRPr="00735B2D" w:rsidRDefault="0027778A" w:rsidP="6E41AF4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E41AF4B">
              <w:rPr>
                <w:rFonts w:ascii="Corbel" w:hAnsi="Corbel"/>
                <w:bCs/>
                <w:smallCaps w:val="0"/>
              </w:rPr>
              <w:t>Literatura podstawowa:</w:t>
            </w:r>
          </w:p>
          <w:p w14:paraId="66204FF1" w14:textId="77777777" w:rsidR="00735B2D" w:rsidRPr="00735B2D" w:rsidRDefault="00735B2D" w:rsidP="000B43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  <w:p w14:paraId="3F1F4685" w14:textId="77777777" w:rsidR="00735B2D" w:rsidRDefault="00735B2D" w:rsidP="00F9790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Chodubski A., </w:t>
            </w:r>
            <w:r w:rsidRPr="00735B2D">
              <w:rPr>
                <w:rFonts w:ascii="Corbel" w:hAnsi="Corbel"/>
                <w:i/>
                <w:sz w:val="24"/>
                <w:szCs w:val="24"/>
              </w:rPr>
              <w:t>Wstęp do badań politologicznych</w:t>
            </w:r>
            <w:r w:rsidRPr="00735B2D">
              <w:rPr>
                <w:rFonts w:ascii="Corbel" w:hAnsi="Corbel"/>
                <w:sz w:val="24"/>
                <w:szCs w:val="24"/>
              </w:rPr>
              <w:t>, Wyd. Uniwersytetu Gdańskiego, Gdańsk 2004.</w:t>
            </w:r>
          </w:p>
          <w:p w14:paraId="1A1EA914" w14:textId="77777777" w:rsidR="004733EC" w:rsidRPr="004733EC" w:rsidRDefault="004733EC" w:rsidP="004733E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r w:rsidRPr="004733EC">
              <w:rPr>
                <w:rFonts w:ascii="Corbel" w:hAnsi="Corbel"/>
                <w:sz w:val="24"/>
                <w:szCs w:val="24"/>
              </w:rPr>
              <w:t>Czaputowicz</w:t>
            </w:r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4733EC">
              <w:rPr>
                <w:rFonts w:ascii="Corbel" w:hAnsi="Corbel"/>
                <w:sz w:val="24"/>
                <w:szCs w:val="24"/>
              </w:rPr>
              <w:t>, Teorie stosunków międzynarodowych. Krytyka i systematyzacja, Warszawa 2007.</w:t>
            </w:r>
          </w:p>
          <w:p w14:paraId="19889719" w14:textId="2AB97791" w:rsidR="004733EC" w:rsidRPr="00735B2D" w:rsidRDefault="1B7EB118" w:rsidP="00F9790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r w:rsidRPr="5934077A">
              <w:rPr>
                <w:rFonts w:ascii="Corbel" w:hAnsi="Corbel"/>
                <w:sz w:val="24"/>
                <w:szCs w:val="24"/>
              </w:rPr>
              <w:t xml:space="preserve">Jackson R., G. Sørensen, Wprowadzenie do stosunków międzynarodowych. Teorie i </w:t>
            </w:r>
            <w:r w:rsidR="1E9D37CC" w:rsidRPr="5934077A">
              <w:rPr>
                <w:rFonts w:ascii="Corbel" w:hAnsi="Corbel"/>
                <w:sz w:val="24"/>
                <w:szCs w:val="24"/>
              </w:rPr>
              <w:t xml:space="preserve">  </w:t>
            </w:r>
            <w:r w:rsidRPr="5934077A">
              <w:rPr>
                <w:rFonts w:ascii="Corbel" w:hAnsi="Corbel"/>
                <w:sz w:val="24"/>
                <w:szCs w:val="24"/>
              </w:rPr>
              <w:t>kierunki badawcze, Kraków 2006.</w:t>
            </w:r>
          </w:p>
          <w:p w14:paraId="4DAAD314" w14:textId="45B8AA50" w:rsidR="004733EC" w:rsidRPr="004733EC" w:rsidRDefault="7E46F35C" w:rsidP="004733E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r w:rsidRPr="6E41AF4B">
              <w:rPr>
                <w:rFonts w:ascii="Corbel" w:hAnsi="Corbel"/>
                <w:sz w:val="24"/>
                <w:szCs w:val="24"/>
              </w:rPr>
              <w:t>Kukułka J</w:t>
            </w:r>
            <w:r w:rsidR="2630DC4F" w:rsidRPr="6E41AF4B">
              <w:rPr>
                <w:rFonts w:ascii="Corbel" w:hAnsi="Corbel"/>
                <w:sz w:val="24"/>
                <w:szCs w:val="24"/>
              </w:rPr>
              <w:t>.</w:t>
            </w:r>
            <w:r w:rsidRPr="6E41AF4B">
              <w:rPr>
                <w:rFonts w:ascii="Corbel" w:hAnsi="Corbel"/>
                <w:sz w:val="24"/>
                <w:szCs w:val="24"/>
              </w:rPr>
              <w:t>, Wstęp do nauki o stosunkach międzynarodowych, Warszawa 2003.</w:t>
            </w:r>
          </w:p>
          <w:p w14:paraId="2FE98CF5" w14:textId="77777777" w:rsidR="00735B2D" w:rsidRDefault="00735B2D" w:rsidP="00F9790C">
            <w:pPr>
              <w:spacing w:after="0"/>
              <w:ind w:left="308" w:hanging="274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Zenderowski R., </w:t>
            </w:r>
            <w:r w:rsidRPr="00735B2D">
              <w:rPr>
                <w:rFonts w:ascii="Corbel" w:hAnsi="Corbel"/>
                <w:i/>
                <w:sz w:val="24"/>
                <w:szCs w:val="24"/>
              </w:rPr>
              <w:t>Praca magisterska – Licencjat</w:t>
            </w:r>
            <w:r w:rsidRPr="00735B2D">
              <w:rPr>
                <w:rFonts w:ascii="Corbel" w:hAnsi="Corbel"/>
                <w:sz w:val="24"/>
                <w:szCs w:val="24"/>
              </w:rPr>
              <w:t>, CeDeWu, Warszawa 2011.</w:t>
            </w:r>
          </w:p>
          <w:p w14:paraId="2DBF0D7D" w14:textId="77777777" w:rsidR="00735B2D" w:rsidRPr="00735B2D" w:rsidRDefault="00735B2D" w:rsidP="004733EC">
            <w:pPr>
              <w:spacing w:after="0"/>
              <w:ind w:left="308" w:hanging="274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27778A" w:rsidRPr="00735B2D" w14:paraId="33AB4C99" w14:textId="77777777" w:rsidTr="5934077A">
        <w:tc>
          <w:tcPr>
            <w:tcW w:w="8789" w:type="dxa"/>
          </w:tcPr>
          <w:p w14:paraId="1616B1D9" w14:textId="77777777" w:rsidR="0027778A" w:rsidRPr="00735B2D" w:rsidRDefault="0027778A" w:rsidP="6E41AF4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</w:rPr>
            </w:pPr>
            <w:r w:rsidRPr="6E41AF4B">
              <w:rPr>
                <w:rFonts w:ascii="Corbel" w:hAnsi="Corbel"/>
                <w:bCs/>
                <w:smallCaps w:val="0"/>
              </w:rPr>
              <w:t xml:space="preserve">Literatura uzupełniająca: </w:t>
            </w:r>
          </w:p>
          <w:p w14:paraId="6B62F1B3" w14:textId="77777777" w:rsidR="00735B2D" w:rsidRPr="00735B2D" w:rsidRDefault="00735B2D" w:rsidP="000B435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14:paraId="171D8CE9" w14:textId="77777777" w:rsidR="0027778A" w:rsidRPr="00735B2D" w:rsidRDefault="0027778A" w:rsidP="5934077A">
            <w:pPr>
              <w:shd w:val="clear" w:color="auto" w:fill="FFFFFF" w:themeFill="background1"/>
              <w:spacing w:after="0"/>
              <w:outlineLvl w:val="0"/>
              <w:rPr>
                <w:rFonts w:ascii="Corbel" w:hAnsi="Corbel"/>
                <w:sz w:val="24"/>
                <w:szCs w:val="24"/>
              </w:rPr>
            </w:pPr>
            <w:r w:rsidRPr="5934077A">
              <w:rPr>
                <w:rFonts w:ascii="Corbel" w:hAnsi="Corbel"/>
                <w:sz w:val="24"/>
                <w:szCs w:val="24"/>
              </w:rPr>
              <w:t>Babbie E.R., Podstawy badań społecznych, PWN, Warszawa 2008.</w:t>
            </w:r>
          </w:p>
          <w:p w14:paraId="02227E6B" w14:textId="77777777" w:rsidR="0027778A" w:rsidRPr="00735B2D" w:rsidRDefault="0027778A" w:rsidP="6E41AF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6E41AF4B">
              <w:rPr>
                <w:rFonts w:ascii="Corbel" w:hAnsi="Corbel"/>
                <w:sz w:val="24"/>
                <w:szCs w:val="24"/>
              </w:rPr>
              <w:t>Buttolph Johnson J., Reynolds H.T., Mycoff J.D., Metody badawcze w naukach politycznych, PWN, Warszawa 2010.</w:t>
            </w:r>
          </w:p>
          <w:p w14:paraId="43B63E50" w14:textId="77777777" w:rsidR="004733EC" w:rsidRPr="00735B2D" w:rsidRDefault="004733EC" w:rsidP="004733E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733EC">
              <w:rPr>
                <w:rFonts w:ascii="Corbel" w:hAnsi="Corbel"/>
                <w:sz w:val="24"/>
                <w:szCs w:val="24"/>
              </w:rPr>
              <w:t>Mingst</w:t>
            </w:r>
            <w:r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4733EC">
              <w:rPr>
                <w:rFonts w:ascii="Corbel" w:hAnsi="Corbel"/>
                <w:sz w:val="24"/>
                <w:szCs w:val="24"/>
              </w:rPr>
              <w:t>, Podstawy stosunków międzynarodowych, Warszawa 2006.</w:t>
            </w:r>
          </w:p>
          <w:p w14:paraId="421D36D5" w14:textId="77777777" w:rsidR="0027778A" w:rsidRPr="00735B2D" w:rsidRDefault="0027778A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Nowak S., Metodologia badań społecznych, PWN, Warszawa 2007.</w:t>
            </w:r>
          </w:p>
          <w:p w14:paraId="431C9AE2" w14:textId="77777777" w:rsidR="004733EC" w:rsidRPr="00735B2D" w:rsidRDefault="004733EC" w:rsidP="004733EC">
            <w:pPr>
              <w:spacing w:after="0"/>
              <w:ind w:left="308" w:hanging="27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Sztumski J., </w:t>
            </w:r>
            <w:r w:rsidRPr="00735B2D">
              <w:rPr>
                <w:rFonts w:ascii="Corbel" w:hAnsi="Corbel"/>
                <w:i/>
                <w:sz w:val="24"/>
                <w:szCs w:val="24"/>
              </w:rPr>
              <w:t>Wstęp do metod i technik badań społecznych</w:t>
            </w:r>
            <w:r w:rsidRPr="00735B2D">
              <w:rPr>
                <w:rFonts w:ascii="Corbel" w:hAnsi="Corbel"/>
                <w:sz w:val="24"/>
                <w:szCs w:val="24"/>
              </w:rPr>
              <w:t>, Katowice 2010.</w:t>
            </w:r>
          </w:p>
          <w:p w14:paraId="4C47F0C8" w14:textId="77777777" w:rsidR="0027778A" w:rsidRPr="00735B2D" w:rsidRDefault="0027778A" w:rsidP="000B4354">
            <w:pPr>
              <w:shd w:val="clear" w:color="auto" w:fill="FFFFFF"/>
              <w:tabs>
                <w:tab w:val="left" w:pos="870"/>
              </w:tabs>
              <w:spacing w:after="0"/>
              <w:ind w:left="308" w:hanging="274"/>
              <w:outlineLvl w:val="0"/>
              <w:rPr>
                <w:rFonts w:ascii="Corbel" w:hAnsi="Corbel"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735B2D">
              <w:rPr>
                <w:rFonts w:ascii="Corbel" w:hAnsi="Corbel"/>
                <w:sz w:val="24"/>
                <w:szCs w:val="24"/>
              </w:rPr>
              <w:tab/>
            </w:r>
          </w:p>
          <w:p w14:paraId="7CCB7AB7" w14:textId="77777777" w:rsidR="0027778A" w:rsidRPr="00735B2D" w:rsidRDefault="0027778A" w:rsidP="000B4354">
            <w:pPr>
              <w:shd w:val="clear" w:color="auto" w:fill="FFFFFF"/>
              <w:spacing w:after="0"/>
              <w:ind w:left="308" w:hanging="274"/>
              <w:outlineLvl w:val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35B2D">
              <w:rPr>
                <w:rFonts w:ascii="Corbel" w:hAnsi="Corbel"/>
                <w:sz w:val="24"/>
                <w:szCs w:val="24"/>
              </w:rPr>
              <w:t>Literatura właściwa dla tematu pracy magisterskiej.</w:t>
            </w:r>
          </w:p>
        </w:tc>
      </w:tr>
    </w:tbl>
    <w:p w14:paraId="680A4E5D" w14:textId="77777777" w:rsidR="0085747A" w:rsidRPr="00735B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35B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35B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35B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13CA0" w14:textId="77777777" w:rsidR="005457F4" w:rsidRDefault="005457F4" w:rsidP="00C16ABF">
      <w:pPr>
        <w:spacing w:after="0" w:line="240" w:lineRule="auto"/>
      </w:pPr>
      <w:r>
        <w:separator/>
      </w:r>
    </w:p>
  </w:endnote>
  <w:endnote w:type="continuationSeparator" w:id="0">
    <w:p w14:paraId="041F51DB" w14:textId="77777777" w:rsidR="005457F4" w:rsidRDefault="005457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2943C" w14:textId="77777777" w:rsidR="005457F4" w:rsidRDefault="005457F4" w:rsidP="00C16ABF">
      <w:pPr>
        <w:spacing w:after="0" w:line="240" w:lineRule="auto"/>
      </w:pPr>
      <w:r>
        <w:separator/>
      </w:r>
    </w:p>
  </w:footnote>
  <w:footnote w:type="continuationSeparator" w:id="0">
    <w:p w14:paraId="2BD81DD0" w14:textId="77777777" w:rsidR="005457F4" w:rsidRDefault="005457F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674424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5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354"/>
    <w:rsid w:val="000D04B0"/>
    <w:rsid w:val="000F1C57"/>
    <w:rsid w:val="000F5615"/>
    <w:rsid w:val="000F76DC"/>
    <w:rsid w:val="00124BFF"/>
    <w:rsid w:val="0012560E"/>
    <w:rsid w:val="00127108"/>
    <w:rsid w:val="00131DB1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0D7B"/>
    <w:rsid w:val="001D657B"/>
    <w:rsid w:val="001D7B54"/>
    <w:rsid w:val="001E0209"/>
    <w:rsid w:val="001E3877"/>
    <w:rsid w:val="001F2CA2"/>
    <w:rsid w:val="001F738C"/>
    <w:rsid w:val="002144C0"/>
    <w:rsid w:val="0022477D"/>
    <w:rsid w:val="002336F9"/>
    <w:rsid w:val="0024028F"/>
    <w:rsid w:val="00244ABC"/>
    <w:rsid w:val="002768CA"/>
    <w:rsid w:val="0027778A"/>
    <w:rsid w:val="00281FF2"/>
    <w:rsid w:val="002857DE"/>
    <w:rsid w:val="00291567"/>
    <w:rsid w:val="00291B33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262E"/>
    <w:rsid w:val="00346FE9"/>
    <w:rsid w:val="0034759A"/>
    <w:rsid w:val="003503F6"/>
    <w:rsid w:val="003530DD"/>
    <w:rsid w:val="0036339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485"/>
    <w:rsid w:val="00414E3C"/>
    <w:rsid w:val="0042244A"/>
    <w:rsid w:val="00423108"/>
    <w:rsid w:val="0042745A"/>
    <w:rsid w:val="00431D5C"/>
    <w:rsid w:val="004362C6"/>
    <w:rsid w:val="00437FA2"/>
    <w:rsid w:val="0044250A"/>
    <w:rsid w:val="00461EFC"/>
    <w:rsid w:val="004652C2"/>
    <w:rsid w:val="00471326"/>
    <w:rsid w:val="004733EC"/>
    <w:rsid w:val="0047568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893"/>
    <w:rsid w:val="005363C4"/>
    <w:rsid w:val="00536BDE"/>
    <w:rsid w:val="00542359"/>
    <w:rsid w:val="00543ACC"/>
    <w:rsid w:val="005457F4"/>
    <w:rsid w:val="0054775D"/>
    <w:rsid w:val="005A0855"/>
    <w:rsid w:val="005A3196"/>
    <w:rsid w:val="005C080F"/>
    <w:rsid w:val="005C55E5"/>
    <w:rsid w:val="005C696A"/>
    <w:rsid w:val="005E6E85"/>
    <w:rsid w:val="005F31D2"/>
    <w:rsid w:val="0061029B"/>
    <w:rsid w:val="00612418"/>
    <w:rsid w:val="00617230"/>
    <w:rsid w:val="00621CE1"/>
    <w:rsid w:val="00647FA8"/>
    <w:rsid w:val="006620D9"/>
    <w:rsid w:val="00671958"/>
    <w:rsid w:val="00675843"/>
    <w:rsid w:val="00696477"/>
    <w:rsid w:val="006B3078"/>
    <w:rsid w:val="006B5065"/>
    <w:rsid w:val="006D050F"/>
    <w:rsid w:val="006D6139"/>
    <w:rsid w:val="006E5D65"/>
    <w:rsid w:val="006F1282"/>
    <w:rsid w:val="006F1FBC"/>
    <w:rsid w:val="00706544"/>
    <w:rsid w:val="007072BA"/>
    <w:rsid w:val="0071495E"/>
    <w:rsid w:val="0071620A"/>
    <w:rsid w:val="00724677"/>
    <w:rsid w:val="00725459"/>
    <w:rsid w:val="00734608"/>
    <w:rsid w:val="00735B2D"/>
    <w:rsid w:val="00745302"/>
    <w:rsid w:val="007461D6"/>
    <w:rsid w:val="00746EC8"/>
    <w:rsid w:val="00763BF1"/>
    <w:rsid w:val="00766FD4"/>
    <w:rsid w:val="0077439D"/>
    <w:rsid w:val="0078168C"/>
    <w:rsid w:val="00790E27"/>
    <w:rsid w:val="007A4022"/>
    <w:rsid w:val="007A6E6E"/>
    <w:rsid w:val="007C3299"/>
    <w:rsid w:val="007C3BCC"/>
    <w:rsid w:val="007D6E56"/>
    <w:rsid w:val="007E1332"/>
    <w:rsid w:val="007F4155"/>
    <w:rsid w:val="0081707E"/>
    <w:rsid w:val="008449B3"/>
    <w:rsid w:val="0085747A"/>
    <w:rsid w:val="008764E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4A0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52B0"/>
    <w:rsid w:val="00A97DE1"/>
    <w:rsid w:val="00AB053C"/>
    <w:rsid w:val="00AD1146"/>
    <w:rsid w:val="00AD27D3"/>
    <w:rsid w:val="00AD66D6"/>
    <w:rsid w:val="00AE1160"/>
    <w:rsid w:val="00AE203C"/>
    <w:rsid w:val="00AE2E74"/>
    <w:rsid w:val="00AE5E6F"/>
    <w:rsid w:val="00AE5FCB"/>
    <w:rsid w:val="00AF2C1E"/>
    <w:rsid w:val="00AF7FBC"/>
    <w:rsid w:val="00B06142"/>
    <w:rsid w:val="00B135B1"/>
    <w:rsid w:val="00B20A01"/>
    <w:rsid w:val="00B3130B"/>
    <w:rsid w:val="00B40ADB"/>
    <w:rsid w:val="00B43B77"/>
    <w:rsid w:val="00B43E80"/>
    <w:rsid w:val="00B607DB"/>
    <w:rsid w:val="00B66529"/>
    <w:rsid w:val="00B70D06"/>
    <w:rsid w:val="00B75946"/>
    <w:rsid w:val="00B8056E"/>
    <w:rsid w:val="00B819C8"/>
    <w:rsid w:val="00B82308"/>
    <w:rsid w:val="00B94B52"/>
    <w:rsid w:val="00BB520A"/>
    <w:rsid w:val="00BC4511"/>
    <w:rsid w:val="00BD3869"/>
    <w:rsid w:val="00BD66E9"/>
    <w:rsid w:val="00BE0C54"/>
    <w:rsid w:val="00BF2C41"/>
    <w:rsid w:val="00BF4DBE"/>
    <w:rsid w:val="00C058B4"/>
    <w:rsid w:val="00C131B5"/>
    <w:rsid w:val="00C16ABF"/>
    <w:rsid w:val="00C170AE"/>
    <w:rsid w:val="00C26CB7"/>
    <w:rsid w:val="00C324C1"/>
    <w:rsid w:val="00C324EE"/>
    <w:rsid w:val="00C36992"/>
    <w:rsid w:val="00C56036"/>
    <w:rsid w:val="00C61DC5"/>
    <w:rsid w:val="00C67E92"/>
    <w:rsid w:val="00C70A26"/>
    <w:rsid w:val="00C766DF"/>
    <w:rsid w:val="00C77CBB"/>
    <w:rsid w:val="00C94B98"/>
    <w:rsid w:val="00CA2B96"/>
    <w:rsid w:val="00CA5089"/>
    <w:rsid w:val="00CD6897"/>
    <w:rsid w:val="00CE0FC1"/>
    <w:rsid w:val="00CE5BAC"/>
    <w:rsid w:val="00CF25BE"/>
    <w:rsid w:val="00CF78ED"/>
    <w:rsid w:val="00D02B25"/>
    <w:rsid w:val="00D02EBA"/>
    <w:rsid w:val="00D17C3C"/>
    <w:rsid w:val="00D26B2C"/>
    <w:rsid w:val="00D352C9"/>
    <w:rsid w:val="00D422E1"/>
    <w:rsid w:val="00D425B2"/>
    <w:rsid w:val="00D552B2"/>
    <w:rsid w:val="00D608D1"/>
    <w:rsid w:val="00D74119"/>
    <w:rsid w:val="00D8075B"/>
    <w:rsid w:val="00D8678B"/>
    <w:rsid w:val="00DA2114"/>
    <w:rsid w:val="00DA385A"/>
    <w:rsid w:val="00DE09C0"/>
    <w:rsid w:val="00DF320D"/>
    <w:rsid w:val="00DF56BB"/>
    <w:rsid w:val="00DF71C8"/>
    <w:rsid w:val="00E129B8"/>
    <w:rsid w:val="00E21E7D"/>
    <w:rsid w:val="00E22FBC"/>
    <w:rsid w:val="00E24BF5"/>
    <w:rsid w:val="00E25338"/>
    <w:rsid w:val="00E25507"/>
    <w:rsid w:val="00E42B4F"/>
    <w:rsid w:val="00E51E44"/>
    <w:rsid w:val="00E569F0"/>
    <w:rsid w:val="00E63348"/>
    <w:rsid w:val="00E73762"/>
    <w:rsid w:val="00E77E88"/>
    <w:rsid w:val="00E8107D"/>
    <w:rsid w:val="00EA4832"/>
    <w:rsid w:val="00EB1652"/>
    <w:rsid w:val="00EC4899"/>
    <w:rsid w:val="00ED03AB"/>
    <w:rsid w:val="00ED32D2"/>
    <w:rsid w:val="00EE32DE"/>
    <w:rsid w:val="00EE5457"/>
    <w:rsid w:val="00F070AB"/>
    <w:rsid w:val="00F154BA"/>
    <w:rsid w:val="00F27A7B"/>
    <w:rsid w:val="00F526AF"/>
    <w:rsid w:val="00F617C3"/>
    <w:rsid w:val="00F7066B"/>
    <w:rsid w:val="00F83B28"/>
    <w:rsid w:val="00F9790C"/>
    <w:rsid w:val="00FB7DBA"/>
    <w:rsid w:val="00FC1C25"/>
    <w:rsid w:val="00FC3F45"/>
    <w:rsid w:val="00FD3272"/>
    <w:rsid w:val="00FD503F"/>
    <w:rsid w:val="00FD7589"/>
    <w:rsid w:val="00FF016A"/>
    <w:rsid w:val="00FF1401"/>
    <w:rsid w:val="00FF5E7D"/>
    <w:rsid w:val="00FF6705"/>
    <w:rsid w:val="0701416A"/>
    <w:rsid w:val="0BE925EF"/>
    <w:rsid w:val="0C552E9D"/>
    <w:rsid w:val="0F18D5F8"/>
    <w:rsid w:val="12DEE6DB"/>
    <w:rsid w:val="16A27509"/>
    <w:rsid w:val="199775DD"/>
    <w:rsid w:val="1B7EB118"/>
    <w:rsid w:val="1BCA57E8"/>
    <w:rsid w:val="1E9D37CC"/>
    <w:rsid w:val="1EA2D6E1"/>
    <w:rsid w:val="1F562D20"/>
    <w:rsid w:val="2420EB8C"/>
    <w:rsid w:val="25BCBBED"/>
    <w:rsid w:val="2630DC4F"/>
    <w:rsid w:val="28088742"/>
    <w:rsid w:val="2BE9657E"/>
    <w:rsid w:val="342ED8AC"/>
    <w:rsid w:val="37769D9E"/>
    <w:rsid w:val="39CFE8CC"/>
    <w:rsid w:val="3A94B255"/>
    <w:rsid w:val="3A9DC8BA"/>
    <w:rsid w:val="3DCC5317"/>
    <w:rsid w:val="3DD5697C"/>
    <w:rsid w:val="3F682378"/>
    <w:rsid w:val="442B82A3"/>
    <w:rsid w:val="46DE69B6"/>
    <w:rsid w:val="4AFA13CE"/>
    <w:rsid w:val="5934077A"/>
    <w:rsid w:val="5CD9CBE6"/>
    <w:rsid w:val="605EF3AA"/>
    <w:rsid w:val="62FE98F6"/>
    <w:rsid w:val="64F56401"/>
    <w:rsid w:val="6E41AF4B"/>
    <w:rsid w:val="77C2C3D7"/>
    <w:rsid w:val="7AD123B0"/>
    <w:rsid w:val="7E46F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38BEB"/>
  <w15:chartTrackingRefBased/>
  <w15:docId w15:val="{57614633-7E4C-4166-916C-8A760124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ED2F61DF81FB4DA73028D7812F11C9" ma:contentTypeVersion="8" ma:contentTypeDescription="Utwórz nowy dokument." ma:contentTypeScope="" ma:versionID="a24294491a7f7a6d39d2bdbc9181dcc6">
  <xsd:schema xmlns:xsd="http://www.w3.org/2001/XMLSchema" xmlns:xs="http://www.w3.org/2001/XMLSchema" xmlns:p="http://schemas.microsoft.com/office/2006/metadata/properties" xmlns:ns2="8f778e2f-31d5-4ef6-a9d8-9e177e1f6bb1" targetNamespace="http://schemas.microsoft.com/office/2006/metadata/properties" ma:root="true" ma:fieldsID="a39c15736763a7b1acf663d6a2dae124" ns2:_="">
    <xsd:import namespace="8f778e2f-31d5-4ef6-a9d8-9e177e1f6b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78e2f-31d5-4ef6-a9d8-9e177e1f6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C9148-0D1C-4B53-B6DC-6896AF0A4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5B0FDD-49F4-4DD4-B260-630AF4CE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78e2f-31d5-4ef6-a9d8-9e177e1f6b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9DB871-1745-4522-B82C-C4476E391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1092</Words>
  <Characters>6552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Przemysław Maj</cp:lastModifiedBy>
  <cp:revision>11</cp:revision>
  <cp:lastPrinted>2017-02-15T21:41:00Z</cp:lastPrinted>
  <dcterms:created xsi:type="dcterms:W3CDTF">2021-12-17T13:11:00Z</dcterms:created>
  <dcterms:modified xsi:type="dcterms:W3CDTF">2025-11-15T00:42:00Z</dcterms:modified>
</cp:coreProperties>
</file>